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FF47A1" w14:textId="77777777" w:rsidR="006E5D65" w:rsidRPr="00A6530A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A6530A">
        <w:rPr>
          <w:rFonts w:ascii="Corbel" w:hAnsi="Corbel"/>
          <w:bCs/>
          <w:i/>
        </w:rPr>
        <w:t xml:space="preserve">Załącznik nr </w:t>
      </w:r>
      <w:r w:rsidR="006F31E2" w:rsidRPr="00A6530A">
        <w:rPr>
          <w:rFonts w:ascii="Corbel" w:hAnsi="Corbel"/>
          <w:bCs/>
          <w:i/>
        </w:rPr>
        <w:t>1.5</w:t>
      </w:r>
      <w:r w:rsidR="00D8678B" w:rsidRPr="00A6530A">
        <w:rPr>
          <w:rFonts w:ascii="Corbel" w:hAnsi="Corbel"/>
          <w:bCs/>
          <w:i/>
        </w:rPr>
        <w:t xml:space="preserve"> do Zarządzenia</w:t>
      </w:r>
      <w:r w:rsidR="002A22BF" w:rsidRPr="00A6530A">
        <w:rPr>
          <w:rFonts w:ascii="Corbel" w:hAnsi="Corbel"/>
          <w:bCs/>
          <w:i/>
        </w:rPr>
        <w:t xml:space="preserve"> Rektora </w:t>
      </w:r>
      <w:proofErr w:type="spellStart"/>
      <w:r w:rsidR="002A22BF" w:rsidRPr="00A6530A">
        <w:rPr>
          <w:rFonts w:ascii="Corbel" w:hAnsi="Corbel"/>
          <w:bCs/>
          <w:i/>
        </w:rPr>
        <w:t>UR</w:t>
      </w:r>
      <w:proofErr w:type="spellEnd"/>
      <w:r w:rsidR="002A22BF" w:rsidRPr="00A6530A">
        <w:rPr>
          <w:rFonts w:ascii="Corbel" w:hAnsi="Corbel"/>
          <w:bCs/>
          <w:i/>
        </w:rPr>
        <w:t xml:space="preserve"> </w:t>
      </w:r>
      <w:r w:rsidRPr="00A6530A">
        <w:rPr>
          <w:rFonts w:ascii="Corbel" w:hAnsi="Corbel"/>
          <w:bCs/>
          <w:i/>
        </w:rPr>
        <w:t xml:space="preserve"> nr </w:t>
      </w:r>
      <w:r w:rsidR="00F17567" w:rsidRPr="00A6530A">
        <w:rPr>
          <w:rFonts w:ascii="Corbel" w:hAnsi="Corbel"/>
          <w:bCs/>
          <w:i/>
        </w:rPr>
        <w:t>12/2019</w:t>
      </w:r>
    </w:p>
    <w:p w14:paraId="726BA64E" w14:textId="77777777" w:rsidR="0085747A" w:rsidRPr="00A6530A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A6530A">
        <w:rPr>
          <w:rFonts w:ascii="Corbel" w:hAnsi="Corbel"/>
          <w:b/>
          <w:smallCaps/>
          <w:sz w:val="24"/>
          <w:szCs w:val="24"/>
        </w:rPr>
        <w:t>SYLABUS</w:t>
      </w:r>
    </w:p>
    <w:p w14:paraId="4D191224" w14:textId="1DD145DA" w:rsidR="00680A34" w:rsidRPr="00A6530A" w:rsidRDefault="0071620A" w:rsidP="00680A34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A6530A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A6530A">
        <w:rPr>
          <w:rFonts w:ascii="Corbel" w:hAnsi="Corbel"/>
          <w:i/>
          <w:smallCaps/>
          <w:sz w:val="24"/>
          <w:szCs w:val="24"/>
        </w:rPr>
        <w:t xml:space="preserve"> 202</w:t>
      </w:r>
      <w:r w:rsidR="00FA2570">
        <w:rPr>
          <w:rFonts w:ascii="Corbel" w:hAnsi="Corbel"/>
          <w:i/>
          <w:smallCaps/>
          <w:sz w:val="24"/>
          <w:szCs w:val="24"/>
        </w:rPr>
        <w:t>1</w:t>
      </w:r>
      <w:r w:rsidR="00DC6D0C" w:rsidRPr="00A6530A">
        <w:rPr>
          <w:rFonts w:ascii="Corbel" w:hAnsi="Corbel"/>
          <w:i/>
          <w:smallCaps/>
          <w:sz w:val="24"/>
          <w:szCs w:val="24"/>
        </w:rPr>
        <w:t>-202</w:t>
      </w:r>
      <w:r w:rsidR="00FA2570">
        <w:rPr>
          <w:rFonts w:ascii="Corbel" w:hAnsi="Corbel"/>
          <w:i/>
          <w:smallCaps/>
          <w:sz w:val="24"/>
          <w:szCs w:val="24"/>
        </w:rPr>
        <w:t>3</w:t>
      </w:r>
    </w:p>
    <w:p w14:paraId="6318E983" w14:textId="46D56761" w:rsidR="00445970" w:rsidRPr="00A6530A" w:rsidRDefault="00445970" w:rsidP="00680A34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A6530A">
        <w:rPr>
          <w:rFonts w:ascii="Corbel" w:hAnsi="Corbel"/>
          <w:sz w:val="20"/>
          <w:szCs w:val="20"/>
        </w:rPr>
        <w:t xml:space="preserve">Rok akademicki   </w:t>
      </w:r>
      <w:r w:rsidR="00A14001" w:rsidRPr="00A6530A">
        <w:rPr>
          <w:rFonts w:ascii="Corbel" w:hAnsi="Corbel"/>
          <w:sz w:val="20"/>
          <w:szCs w:val="20"/>
        </w:rPr>
        <w:t>202</w:t>
      </w:r>
      <w:r w:rsidR="00FA2570">
        <w:rPr>
          <w:rFonts w:ascii="Corbel" w:hAnsi="Corbel"/>
          <w:sz w:val="20"/>
          <w:szCs w:val="20"/>
        </w:rPr>
        <w:t>2</w:t>
      </w:r>
      <w:r w:rsidR="00680A34" w:rsidRPr="00A6530A">
        <w:rPr>
          <w:rFonts w:ascii="Corbel" w:hAnsi="Corbel"/>
          <w:sz w:val="20"/>
          <w:szCs w:val="20"/>
        </w:rPr>
        <w:t>/202</w:t>
      </w:r>
      <w:r w:rsidR="00FA2570">
        <w:rPr>
          <w:rFonts w:ascii="Corbel" w:hAnsi="Corbel"/>
          <w:sz w:val="20"/>
          <w:szCs w:val="20"/>
        </w:rPr>
        <w:t>3</w:t>
      </w:r>
      <w:bookmarkStart w:id="0" w:name="_GoBack"/>
      <w:bookmarkEnd w:id="0"/>
    </w:p>
    <w:p w14:paraId="4DC32081" w14:textId="77777777" w:rsidR="0085747A" w:rsidRPr="00A6530A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1C2E481" w14:textId="77777777" w:rsidR="0085747A" w:rsidRPr="00A6530A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A6530A">
        <w:rPr>
          <w:rFonts w:ascii="Corbel" w:hAnsi="Corbel"/>
          <w:szCs w:val="24"/>
        </w:rPr>
        <w:t xml:space="preserve">1. </w:t>
      </w:r>
      <w:r w:rsidR="0085747A" w:rsidRPr="00A6530A">
        <w:rPr>
          <w:rFonts w:ascii="Corbel" w:hAnsi="Corbel"/>
          <w:szCs w:val="24"/>
        </w:rPr>
        <w:t xml:space="preserve">Podstawowe </w:t>
      </w:r>
      <w:r w:rsidR="00445970" w:rsidRPr="00A6530A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006FA6" w:rsidRPr="00A6530A" w14:paraId="2E93101F" w14:textId="77777777" w:rsidTr="00006FA6">
        <w:tc>
          <w:tcPr>
            <w:tcW w:w="2694" w:type="dxa"/>
            <w:vAlign w:val="center"/>
          </w:tcPr>
          <w:p w14:paraId="3CC51B6E" w14:textId="77777777" w:rsidR="00006FA6" w:rsidRPr="00A6530A" w:rsidRDefault="00006FA6" w:rsidP="00006FA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</w:tcPr>
          <w:p w14:paraId="70BA1A62" w14:textId="531E3B5E" w:rsidR="00006FA6" w:rsidRPr="00A6530A" w:rsidRDefault="00006FA6" w:rsidP="00006FA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6530A">
              <w:rPr>
                <w:rFonts w:ascii="Corbel" w:hAnsi="Corbel"/>
                <w:b w:val="0"/>
                <w:sz w:val="24"/>
                <w:szCs w:val="24"/>
              </w:rPr>
              <w:t>Zachowania konsumentów na rynku międzynarodowym</w:t>
            </w:r>
          </w:p>
        </w:tc>
      </w:tr>
      <w:tr w:rsidR="00006FA6" w:rsidRPr="00A6530A" w14:paraId="1A2C4EAA" w14:textId="77777777" w:rsidTr="00006FA6">
        <w:tc>
          <w:tcPr>
            <w:tcW w:w="2694" w:type="dxa"/>
            <w:vAlign w:val="center"/>
          </w:tcPr>
          <w:p w14:paraId="5ADE4C1A" w14:textId="77777777" w:rsidR="00006FA6" w:rsidRPr="00A6530A" w:rsidRDefault="00006FA6" w:rsidP="00006FA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</w:tcPr>
          <w:p w14:paraId="1D1A6F4B" w14:textId="0C81A46E" w:rsidR="00006FA6" w:rsidRPr="00A6530A" w:rsidRDefault="00006FA6" w:rsidP="00006FA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6530A">
              <w:rPr>
                <w:rFonts w:ascii="Corbel" w:hAnsi="Corbel"/>
                <w:b w:val="0"/>
                <w:sz w:val="24"/>
                <w:szCs w:val="24"/>
              </w:rPr>
              <w:t>E/II/</w:t>
            </w:r>
            <w:proofErr w:type="spellStart"/>
            <w:r w:rsidRPr="00A6530A">
              <w:rPr>
                <w:rFonts w:ascii="Corbel" w:hAnsi="Corbel"/>
                <w:b w:val="0"/>
                <w:sz w:val="24"/>
                <w:szCs w:val="24"/>
              </w:rPr>
              <w:t>EP</w:t>
            </w:r>
            <w:proofErr w:type="spellEnd"/>
            <w:r w:rsidRPr="00A6530A">
              <w:rPr>
                <w:rFonts w:ascii="Corbel" w:hAnsi="Corbel"/>
                <w:b w:val="0"/>
                <w:sz w:val="24"/>
                <w:szCs w:val="24"/>
              </w:rPr>
              <w:t>/C-1.2b</w:t>
            </w:r>
          </w:p>
        </w:tc>
      </w:tr>
      <w:tr w:rsidR="0085747A" w:rsidRPr="00A6530A" w14:paraId="4CF3D3D1" w14:textId="77777777" w:rsidTr="00006FA6">
        <w:tc>
          <w:tcPr>
            <w:tcW w:w="2694" w:type="dxa"/>
            <w:vAlign w:val="center"/>
          </w:tcPr>
          <w:p w14:paraId="30D28F00" w14:textId="77777777" w:rsidR="0085747A" w:rsidRPr="00A6530A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N</w:t>
            </w:r>
            <w:r w:rsidR="0085747A" w:rsidRPr="00A6530A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A6530A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18C4B22B" w14:textId="77777777" w:rsidR="0085747A" w:rsidRPr="00A6530A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6530A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A6530A" w14:paraId="7E1E8BDC" w14:textId="77777777" w:rsidTr="00006FA6">
        <w:tc>
          <w:tcPr>
            <w:tcW w:w="2694" w:type="dxa"/>
            <w:vAlign w:val="center"/>
          </w:tcPr>
          <w:p w14:paraId="4111DB9B" w14:textId="77777777" w:rsidR="0085747A" w:rsidRPr="00A6530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522AB9D" w14:textId="222DF6FA" w:rsidR="0085747A" w:rsidRPr="00A6530A" w:rsidRDefault="00680A34" w:rsidP="00A14001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A6530A" w14:paraId="16049B3D" w14:textId="77777777" w:rsidTr="00006FA6">
        <w:tc>
          <w:tcPr>
            <w:tcW w:w="2694" w:type="dxa"/>
            <w:vAlign w:val="center"/>
          </w:tcPr>
          <w:p w14:paraId="74E8715A" w14:textId="77777777" w:rsidR="0085747A" w:rsidRPr="00A6530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4518268" w14:textId="5669AFF5" w:rsidR="0085747A" w:rsidRPr="00A6530A" w:rsidRDefault="00A140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6530A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A6530A" w14:paraId="31999CC7" w14:textId="77777777" w:rsidTr="00006FA6">
        <w:tc>
          <w:tcPr>
            <w:tcW w:w="2694" w:type="dxa"/>
            <w:vAlign w:val="center"/>
          </w:tcPr>
          <w:p w14:paraId="49C42344" w14:textId="77777777" w:rsidR="0085747A" w:rsidRPr="00A6530A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489B2B6" w14:textId="474D5917" w:rsidR="0085747A" w:rsidRPr="00A6530A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6530A"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680A34" w:rsidRPr="00A6530A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A6530A" w14:paraId="2023AB45" w14:textId="77777777" w:rsidTr="00006FA6">
        <w:tc>
          <w:tcPr>
            <w:tcW w:w="2694" w:type="dxa"/>
            <w:vAlign w:val="center"/>
          </w:tcPr>
          <w:p w14:paraId="6D203BA8" w14:textId="77777777" w:rsidR="0085747A" w:rsidRPr="00A6530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89D932C" w14:textId="77777777" w:rsidR="0085747A" w:rsidRPr="00A6530A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A6530A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A6530A" w14:paraId="3CEFD471" w14:textId="77777777" w:rsidTr="00006FA6">
        <w:tc>
          <w:tcPr>
            <w:tcW w:w="2694" w:type="dxa"/>
            <w:vAlign w:val="center"/>
          </w:tcPr>
          <w:p w14:paraId="136E36F5" w14:textId="77777777" w:rsidR="0085747A" w:rsidRPr="00A6530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63F1406" w14:textId="72C689E3" w:rsidR="0085747A" w:rsidRPr="00A6530A" w:rsidRDefault="00110C0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6530A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17512A" w:rsidRPr="00A6530A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A6530A" w14:paraId="67D546F0" w14:textId="77777777" w:rsidTr="00006FA6">
        <w:tc>
          <w:tcPr>
            <w:tcW w:w="2694" w:type="dxa"/>
            <w:vAlign w:val="center"/>
          </w:tcPr>
          <w:p w14:paraId="57B5B79C" w14:textId="77777777" w:rsidR="0085747A" w:rsidRPr="00A6530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A6530A">
              <w:rPr>
                <w:rFonts w:ascii="Corbel" w:hAnsi="Corbel"/>
                <w:sz w:val="24"/>
                <w:szCs w:val="24"/>
              </w:rPr>
              <w:t>/y</w:t>
            </w:r>
            <w:r w:rsidRPr="00A6530A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151BD3A" w14:textId="538C84C2" w:rsidR="0085747A" w:rsidRPr="00A6530A" w:rsidRDefault="00680A3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6530A">
              <w:rPr>
                <w:rFonts w:ascii="Corbel" w:hAnsi="Corbel"/>
                <w:b w:val="0"/>
                <w:sz w:val="24"/>
                <w:szCs w:val="24"/>
              </w:rPr>
              <w:t>II/4</w:t>
            </w:r>
          </w:p>
        </w:tc>
      </w:tr>
      <w:tr w:rsidR="0085747A" w:rsidRPr="00A6530A" w14:paraId="56EE448B" w14:textId="77777777" w:rsidTr="00006FA6">
        <w:tc>
          <w:tcPr>
            <w:tcW w:w="2694" w:type="dxa"/>
            <w:vAlign w:val="center"/>
          </w:tcPr>
          <w:p w14:paraId="7C0F628A" w14:textId="77777777" w:rsidR="0085747A" w:rsidRPr="00A6530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54443E9" w14:textId="3332AE94" w:rsidR="0085747A" w:rsidRPr="00A6530A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6530A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A6530A" w14:paraId="0322BE08" w14:textId="77777777" w:rsidTr="00006FA6">
        <w:tc>
          <w:tcPr>
            <w:tcW w:w="2694" w:type="dxa"/>
            <w:vAlign w:val="center"/>
          </w:tcPr>
          <w:p w14:paraId="0DC86EED" w14:textId="77777777" w:rsidR="00923D7D" w:rsidRPr="00A6530A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D543930" w14:textId="77777777" w:rsidR="00923D7D" w:rsidRPr="00A6530A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6530A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A6530A" w14:paraId="77A625E7" w14:textId="77777777" w:rsidTr="00006FA6">
        <w:tc>
          <w:tcPr>
            <w:tcW w:w="2694" w:type="dxa"/>
            <w:vAlign w:val="center"/>
          </w:tcPr>
          <w:p w14:paraId="66E0F958" w14:textId="77777777" w:rsidR="0085747A" w:rsidRPr="00A6530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FCA86E7" w14:textId="3F09EA0D" w:rsidR="0085747A" w:rsidRPr="00A6530A" w:rsidRDefault="00A140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6530A">
              <w:rPr>
                <w:rFonts w:ascii="Corbel" w:hAnsi="Corbel"/>
                <w:b w:val="0"/>
                <w:sz w:val="24"/>
                <w:szCs w:val="24"/>
              </w:rPr>
              <w:t>Dr Sławomir Dybka</w:t>
            </w:r>
          </w:p>
        </w:tc>
      </w:tr>
      <w:tr w:rsidR="0085747A" w:rsidRPr="00A6530A" w14:paraId="376A28CC" w14:textId="77777777" w:rsidTr="00006FA6">
        <w:tc>
          <w:tcPr>
            <w:tcW w:w="2694" w:type="dxa"/>
            <w:vAlign w:val="center"/>
          </w:tcPr>
          <w:p w14:paraId="3C0914E4" w14:textId="77777777" w:rsidR="0085747A" w:rsidRPr="00A6530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3733FFA" w14:textId="1D97D714" w:rsidR="0085747A" w:rsidRPr="00A6530A" w:rsidRDefault="00A140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6530A">
              <w:rPr>
                <w:rFonts w:ascii="Corbel" w:hAnsi="Corbel"/>
                <w:b w:val="0"/>
                <w:sz w:val="24"/>
                <w:szCs w:val="24"/>
              </w:rPr>
              <w:t>Dr Sławomir Dybka</w:t>
            </w:r>
          </w:p>
        </w:tc>
      </w:tr>
    </w:tbl>
    <w:p w14:paraId="7EABDED1" w14:textId="77777777" w:rsidR="0085747A" w:rsidRPr="00A6530A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A6530A">
        <w:rPr>
          <w:rFonts w:ascii="Corbel" w:hAnsi="Corbel"/>
          <w:sz w:val="24"/>
          <w:szCs w:val="24"/>
        </w:rPr>
        <w:t xml:space="preserve">* </w:t>
      </w:r>
      <w:r w:rsidRPr="00A6530A">
        <w:rPr>
          <w:rFonts w:ascii="Corbel" w:hAnsi="Corbel"/>
          <w:i/>
          <w:sz w:val="24"/>
          <w:szCs w:val="24"/>
        </w:rPr>
        <w:t>-</w:t>
      </w:r>
      <w:proofErr w:type="spellStart"/>
      <w:r w:rsidR="00B90885" w:rsidRPr="00A6530A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A6530A">
        <w:rPr>
          <w:rFonts w:ascii="Corbel" w:hAnsi="Corbel"/>
          <w:b w:val="0"/>
          <w:sz w:val="24"/>
          <w:szCs w:val="24"/>
        </w:rPr>
        <w:t>e,</w:t>
      </w:r>
      <w:r w:rsidRPr="00A6530A">
        <w:rPr>
          <w:rFonts w:ascii="Corbel" w:hAnsi="Corbel"/>
          <w:b w:val="0"/>
          <w:i/>
          <w:sz w:val="24"/>
          <w:szCs w:val="24"/>
        </w:rPr>
        <w:t>zgodnie</w:t>
      </w:r>
      <w:proofErr w:type="spellEnd"/>
      <w:r w:rsidRPr="00A6530A">
        <w:rPr>
          <w:rFonts w:ascii="Corbel" w:hAnsi="Corbel"/>
          <w:b w:val="0"/>
          <w:i/>
          <w:sz w:val="24"/>
          <w:szCs w:val="24"/>
        </w:rPr>
        <w:t xml:space="preserve"> z ustaleniami </w:t>
      </w:r>
      <w:r w:rsidR="00B90885" w:rsidRPr="00A6530A">
        <w:rPr>
          <w:rFonts w:ascii="Corbel" w:hAnsi="Corbel"/>
          <w:b w:val="0"/>
          <w:i/>
          <w:sz w:val="24"/>
          <w:szCs w:val="24"/>
        </w:rPr>
        <w:t>w Jednostce</w:t>
      </w:r>
    </w:p>
    <w:p w14:paraId="05ADD881" w14:textId="77777777" w:rsidR="0085747A" w:rsidRPr="00A6530A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A6530A">
        <w:rPr>
          <w:rFonts w:ascii="Corbel" w:hAnsi="Corbel"/>
          <w:sz w:val="24"/>
          <w:szCs w:val="24"/>
        </w:rPr>
        <w:t>1.</w:t>
      </w:r>
      <w:r w:rsidR="00E22FBC" w:rsidRPr="00A6530A">
        <w:rPr>
          <w:rFonts w:ascii="Corbel" w:hAnsi="Corbel"/>
          <w:sz w:val="24"/>
          <w:szCs w:val="24"/>
        </w:rPr>
        <w:t>1</w:t>
      </w:r>
      <w:r w:rsidRPr="00A6530A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A6530A">
        <w:rPr>
          <w:rFonts w:ascii="Corbel" w:hAnsi="Corbel"/>
          <w:sz w:val="24"/>
          <w:szCs w:val="24"/>
        </w:rPr>
        <w:t>ECTS</w:t>
      </w:r>
      <w:proofErr w:type="spellEnd"/>
      <w:r w:rsidRPr="00A6530A">
        <w:rPr>
          <w:rFonts w:ascii="Corbel" w:hAnsi="Corbel"/>
          <w:sz w:val="24"/>
          <w:szCs w:val="24"/>
        </w:rPr>
        <w:t xml:space="preserve"> </w:t>
      </w:r>
    </w:p>
    <w:p w14:paraId="79577E2A" w14:textId="77777777" w:rsidR="00923D7D" w:rsidRPr="00A6530A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A6530A" w14:paraId="2900F0AD" w14:textId="77777777" w:rsidTr="00A14001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FFF07" w14:textId="77777777" w:rsidR="00015B8F" w:rsidRPr="00A6530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6530A">
              <w:rPr>
                <w:rFonts w:ascii="Corbel" w:hAnsi="Corbel"/>
                <w:szCs w:val="24"/>
              </w:rPr>
              <w:t>Semestr</w:t>
            </w:r>
          </w:p>
          <w:p w14:paraId="2B378D6E" w14:textId="77777777" w:rsidR="00015B8F" w:rsidRPr="00A6530A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6530A">
              <w:rPr>
                <w:rFonts w:ascii="Corbel" w:hAnsi="Corbel"/>
                <w:szCs w:val="24"/>
              </w:rPr>
              <w:t>(</w:t>
            </w:r>
            <w:r w:rsidR="00363F78" w:rsidRPr="00A6530A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397F4B" w14:textId="77777777" w:rsidR="00015B8F" w:rsidRPr="00A6530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6530A">
              <w:rPr>
                <w:rFonts w:ascii="Corbel" w:hAnsi="Corbel"/>
                <w:szCs w:val="24"/>
              </w:rPr>
              <w:t>Wykł</w:t>
            </w:r>
            <w:proofErr w:type="spellEnd"/>
            <w:r w:rsidRPr="00A6530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D51AEA" w14:textId="77777777" w:rsidR="00015B8F" w:rsidRPr="00A6530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6530A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766577" w14:textId="77777777" w:rsidR="00015B8F" w:rsidRPr="00A6530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6530A">
              <w:rPr>
                <w:rFonts w:ascii="Corbel" w:hAnsi="Corbel"/>
                <w:szCs w:val="24"/>
              </w:rPr>
              <w:t>Konw</w:t>
            </w:r>
            <w:proofErr w:type="spellEnd"/>
            <w:r w:rsidRPr="00A6530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1F53C8" w14:textId="77777777" w:rsidR="00015B8F" w:rsidRPr="00A6530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6530A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DF96C" w14:textId="77777777" w:rsidR="00015B8F" w:rsidRPr="00A6530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6530A">
              <w:rPr>
                <w:rFonts w:ascii="Corbel" w:hAnsi="Corbel"/>
                <w:szCs w:val="24"/>
              </w:rPr>
              <w:t>Sem</w:t>
            </w:r>
            <w:proofErr w:type="spellEnd"/>
            <w:r w:rsidRPr="00A6530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B66EF0" w14:textId="77777777" w:rsidR="00015B8F" w:rsidRPr="00A6530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6530A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CACAB3" w14:textId="77777777" w:rsidR="00015B8F" w:rsidRPr="00A6530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6530A">
              <w:rPr>
                <w:rFonts w:ascii="Corbel" w:hAnsi="Corbel"/>
                <w:szCs w:val="24"/>
              </w:rPr>
              <w:t>Prakt</w:t>
            </w:r>
            <w:proofErr w:type="spellEnd"/>
            <w:r w:rsidRPr="00A6530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CF02E1" w14:textId="77777777" w:rsidR="00015B8F" w:rsidRPr="00A6530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6530A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AE4104" w14:textId="77777777" w:rsidR="00015B8F" w:rsidRPr="00A6530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A6530A">
              <w:rPr>
                <w:rFonts w:ascii="Corbel" w:hAnsi="Corbel"/>
                <w:b/>
                <w:szCs w:val="24"/>
              </w:rPr>
              <w:t>Liczba pkt</w:t>
            </w:r>
            <w:r w:rsidR="00B90885" w:rsidRPr="00A6530A">
              <w:rPr>
                <w:rFonts w:ascii="Corbel" w:hAnsi="Corbel"/>
                <w:b/>
                <w:szCs w:val="24"/>
              </w:rPr>
              <w:t>.</w:t>
            </w:r>
            <w:r w:rsidRPr="00A6530A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A6530A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015B8F" w:rsidRPr="00A6530A" w14:paraId="0BD04376" w14:textId="77777777" w:rsidTr="00A14001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DD57F" w14:textId="2A32DA7D" w:rsidR="00015B8F" w:rsidRPr="00A6530A" w:rsidRDefault="00A1400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428E7" w14:textId="77777777" w:rsidR="00015B8F" w:rsidRPr="00A6530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1EF7F" w14:textId="7A900607" w:rsidR="00015B8F" w:rsidRPr="00A6530A" w:rsidRDefault="00110C0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DC336" w14:textId="77777777" w:rsidR="00015B8F" w:rsidRPr="00A6530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6D3FE" w14:textId="77777777" w:rsidR="00015B8F" w:rsidRPr="00A6530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FAE42" w14:textId="77777777" w:rsidR="00015B8F" w:rsidRPr="00A6530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D04E6" w14:textId="77777777" w:rsidR="00015B8F" w:rsidRPr="00A6530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1CD1D" w14:textId="77777777" w:rsidR="00015B8F" w:rsidRPr="00A6530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6980B" w14:textId="77777777" w:rsidR="00015B8F" w:rsidRPr="00A6530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3B4EA" w14:textId="1872512E" w:rsidR="00015B8F" w:rsidRPr="00A6530A" w:rsidRDefault="0072044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0AFCED51" w14:textId="77777777" w:rsidR="00923D7D" w:rsidRPr="00A6530A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428F260" w14:textId="77777777" w:rsidR="0085747A" w:rsidRPr="00A6530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A6530A">
        <w:rPr>
          <w:rFonts w:ascii="Corbel" w:hAnsi="Corbel"/>
          <w:smallCaps w:val="0"/>
          <w:szCs w:val="24"/>
        </w:rPr>
        <w:t>1.</w:t>
      </w:r>
      <w:r w:rsidR="00E22FBC" w:rsidRPr="00A6530A">
        <w:rPr>
          <w:rFonts w:ascii="Corbel" w:hAnsi="Corbel"/>
          <w:smallCaps w:val="0"/>
          <w:szCs w:val="24"/>
        </w:rPr>
        <w:t>2</w:t>
      </w:r>
      <w:r w:rsidR="00F83B28" w:rsidRPr="00A6530A">
        <w:rPr>
          <w:rFonts w:ascii="Corbel" w:hAnsi="Corbel"/>
          <w:smallCaps w:val="0"/>
          <w:szCs w:val="24"/>
        </w:rPr>
        <w:t>.</w:t>
      </w:r>
      <w:r w:rsidR="00F83B28" w:rsidRPr="00A6530A">
        <w:rPr>
          <w:rFonts w:ascii="Corbel" w:hAnsi="Corbel"/>
          <w:smallCaps w:val="0"/>
          <w:szCs w:val="24"/>
        </w:rPr>
        <w:tab/>
      </w:r>
      <w:r w:rsidRPr="00A6530A">
        <w:rPr>
          <w:rFonts w:ascii="Corbel" w:hAnsi="Corbel"/>
          <w:smallCaps w:val="0"/>
          <w:szCs w:val="24"/>
        </w:rPr>
        <w:t xml:space="preserve">Sposób realizacji zajęć  </w:t>
      </w:r>
    </w:p>
    <w:p w14:paraId="17E33F6F" w14:textId="77777777" w:rsidR="00680A34" w:rsidRPr="00A6530A" w:rsidRDefault="00680A34" w:rsidP="00680A3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1" w:name="_Hlk57061323"/>
      <w:bookmarkStart w:id="2" w:name="_Hlk57004889"/>
      <w:r w:rsidRPr="00A6530A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A6530A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A6530A">
        <w:rPr>
          <w:rFonts w:ascii="Corbel" w:hAnsi="Corbel"/>
          <w:b w:val="0"/>
          <w:smallCaps w:val="0"/>
          <w:szCs w:val="24"/>
        </w:rPr>
        <w:t xml:space="preserve">zajęcia w formie tradycyjnej lub z wykorzystaniem platformy Ms </w:t>
      </w:r>
      <w:proofErr w:type="spellStart"/>
      <w:r w:rsidRPr="00A6530A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040533EF" w14:textId="77777777" w:rsidR="00680A34" w:rsidRPr="00A6530A" w:rsidRDefault="00680A34" w:rsidP="00680A3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6530A">
        <w:rPr>
          <w:rFonts w:ascii="MS Gothic" w:eastAsia="MS Gothic" w:hAnsi="MS Gothic" w:cs="MS Gothic" w:hint="eastAsia"/>
          <w:b w:val="0"/>
          <w:szCs w:val="24"/>
        </w:rPr>
        <w:t>☐</w:t>
      </w:r>
      <w:r w:rsidRPr="00A6530A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  <w:bookmarkEnd w:id="1"/>
    </w:p>
    <w:bookmarkEnd w:id="2"/>
    <w:p w14:paraId="02A1B9CF" w14:textId="77777777" w:rsidR="0085747A" w:rsidRPr="00A6530A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161DE78" w14:textId="77777777" w:rsidR="00E22FBC" w:rsidRPr="00A6530A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A6530A">
        <w:rPr>
          <w:rFonts w:ascii="Corbel" w:hAnsi="Corbel"/>
          <w:smallCaps w:val="0"/>
          <w:szCs w:val="24"/>
        </w:rPr>
        <w:t xml:space="preserve">1.3 </w:t>
      </w:r>
      <w:r w:rsidR="00F83B28" w:rsidRPr="00A6530A">
        <w:rPr>
          <w:rFonts w:ascii="Corbel" w:hAnsi="Corbel"/>
          <w:smallCaps w:val="0"/>
          <w:szCs w:val="24"/>
        </w:rPr>
        <w:tab/>
      </w:r>
      <w:r w:rsidRPr="00A6530A">
        <w:rPr>
          <w:rFonts w:ascii="Corbel" w:hAnsi="Corbel"/>
          <w:smallCaps w:val="0"/>
          <w:szCs w:val="24"/>
        </w:rPr>
        <w:t>For</w:t>
      </w:r>
      <w:r w:rsidR="00445970" w:rsidRPr="00A6530A">
        <w:rPr>
          <w:rFonts w:ascii="Corbel" w:hAnsi="Corbel"/>
          <w:smallCaps w:val="0"/>
          <w:szCs w:val="24"/>
        </w:rPr>
        <w:t xml:space="preserve">ma zaliczenia przedmiotu </w:t>
      </w:r>
      <w:r w:rsidRPr="00A6530A">
        <w:rPr>
          <w:rFonts w:ascii="Corbel" w:hAnsi="Corbel"/>
          <w:smallCaps w:val="0"/>
          <w:szCs w:val="24"/>
        </w:rPr>
        <w:t xml:space="preserve"> (z toku) </w:t>
      </w:r>
      <w:r w:rsidRPr="00A6530A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B6E01E8" w14:textId="5381E77F" w:rsidR="00E960BB" w:rsidRPr="00A6530A" w:rsidRDefault="0048326C" w:rsidP="00ED00E0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="00ED00E0" w:rsidRPr="00A6530A">
        <w:rPr>
          <w:rFonts w:ascii="Corbel" w:hAnsi="Corbel"/>
          <w:b w:val="0"/>
          <w:smallCaps w:val="0"/>
          <w:szCs w:val="24"/>
        </w:rPr>
        <w:t>aliczenie z oceną</w:t>
      </w:r>
    </w:p>
    <w:p w14:paraId="625FE1A3" w14:textId="77777777" w:rsidR="00ED00E0" w:rsidRPr="00A6530A" w:rsidRDefault="00ED00E0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64BE731" w14:textId="77777777" w:rsidR="00E960BB" w:rsidRPr="00A6530A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A6530A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6530A" w14:paraId="231B0559" w14:textId="77777777" w:rsidTr="00745302">
        <w:tc>
          <w:tcPr>
            <w:tcW w:w="9670" w:type="dxa"/>
          </w:tcPr>
          <w:p w14:paraId="51D9944C" w14:textId="10CA5B8F" w:rsidR="0085747A" w:rsidRPr="00A6530A" w:rsidRDefault="00006FA6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Znajomość zasad funkcjonowania rynku, podstaw marketingu oraz </w:t>
            </w:r>
            <w:proofErr w:type="spellStart"/>
            <w:r w:rsidRPr="00A653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zachowań</w:t>
            </w:r>
            <w:proofErr w:type="spellEnd"/>
            <w:r w:rsidRPr="00A653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konsumentów</w:t>
            </w:r>
          </w:p>
        </w:tc>
      </w:tr>
    </w:tbl>
    <w:p w14:paraId="5EA8E3B9" w14:textId="77777777" w:rsidR="00153C41" w:rsidRPr="00A6530A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035197C" w14:textId="7CC90F93" w:rsidR="0085747A" w:rsidRPr="00A6530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A6530A">
        <w:rPr>
          <w:rFonts w:ascii="Corbel" w:hAnsi="Corbel"/>
          <w:szCs w:val="24"/>
        </w:rPr>
        <w:t>3.</w:t>
      </w:r>
      <w:r w:rsidR="00A84C85" w:rsidRPr="00A6530A">
        <w:rPr>
          <w:rFonts w:ascii="Corbel" w:hAnsi="Corbel"/>
          <w:szCs w:val="24"/>
        </w:rPr>
        <w:t>cele, efekty uczenia się</w:t>
      </w:r>
      <w:r w:rsidR="0085747A" w:rsidRPr="00A6530A">
        <w:rPr>
          <w:rFonts w:ascii="Corbel" w:hAnsi="Corbel"/>
          <w:szCs w:val="24"/>
        </w:rPr>
        <w:t>, treści Programowe i stosowane metody Dydaktyczne</w:t>
      </w:r>
    </w:p>
    <w:p w14:paraId="601F6563" w14:textId="77777777" w:rsidR="0085747A" w:rsidRPr="00A6530A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F8181C6" w14:textId="77777777" w:rsidR="0085747A" w:rsidRPr="00A6530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A6530A">
        <w:rPr>
          <w:rFonts w:ascii="Corbel" w:hAnsi="Corbel"/>
          <w:sz w:val="24"/>
          <w:szCs w:val="24"/>
        </w:rPr>
        <w:t xml:space="preserve">3.1 </w:t>
      </w:r>
      <w:r w:rsidR="00C05F44" w:rsidRPr="00A6530A">
        <w:rPr>
          <w:rFonts w:ascii="Corbel" w:hAnsi="Corbel"/>
          <w:sz w:val="24"/>
          <w:szCs w:val="24"/>
        </w:rPr>
        <w:t>Cele przedmiotu</w:t>
      </w:r>
    </w:p>
    <w:p w14:paraId="165C579B" w14:textId="77777777" w:rsidR="00F83B28" w:rsidRPr="00A6530A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A6530A" w14:paraId="2C19633D" w14:textId="77777777" w:rsidTr="00A14001">
        <w:tc>
          <w:tcPr>
            <w:tcW w:w="843" w:type="dxa"/>
            <w:vAlign w:val="center"/>
          </w:tcPr>
          <w:p w14:paraId="6F99A481" w14:textId="77777777" w:rsidR="0085747A" w:rsidRPr="00A6530A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6530A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677" w:type="dxa"/>
            <w:vAlign w:val="center"/>
          </w:tcPr>
          <w:p w14:paraId="605CC8B0" w14:textId="77777777" w:rsidR="00006FA6" w:rsidRPr="00A6530A" w:rsidRDefault="00006FA6" w:rsidP="00006F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A6530A">
              <w:rPr>
                <w:rFonts w:ascii="Corbel" w:hAnsi="Corbel"/>
                <w:sz w:val="24"/>
              </w:rPr>
              <w:t xml:space="preserve">Celem przedmiotu jest przedstawienie uwarunkowań, założeń oraz kierunków zmian w rynkowych </w:t>
            </w:r>
            <w:proofErr w:type="spellStart"/>
            <w:r w:rsidRPr="00A6530A">
              <w:rPr>
                <w:rFonts w:ascii="Corbel" w:hAnsi="Corbel"/>
                <w:sz w:val="24"/>
              </w:rPr>
              <w:t>zachowaniach</w:t>
            </w:r>
            <w:proofErr w:type="spellEnd"/>
            <w:r w:rsidRPr="00A6530A">
              <w:rPr>
                <w:rFonts w:ascii="Corbel" w:hAnsi="Corbel"/>
                <w:sz w:val="24"/>
              </w:rPr>
              <w:t xml:space="preserve"> konsumentów, a także sposobów wykorzystania zdobytej wiedzy w kształtowaniu strategii marketingowej przedsiębiorstw. </w:t>
            </w:r>
          </w:p>
          <w:p w14:paraId="628BF4E2" w14:textId="77777777" w:rsidR="00006FA6" w:rsidRPr="00A6530A" w:rsidRDefault="00006FA6" w:rsidP="00006F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A6530A">
              <w:rPr>
                <w:rFonts w:ascii="Corbel" w:hAnsi="Corbel"/>
                <w:sz w:val="24"/>
              </w:rPr>
              <w:t>Cele szczegółowe obejmują zatem:</w:t>
            </w:r>
          </w:p>
          <w:p w14:paraId="2E3E5FFD" w14:textId="77777777" w:rsidR="00006FA6" w:rsidRPr="00A6530A" w:rsidRDefault="00006FA6" w:rsidP="00006F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A6530A">
              <w:rPr>
                <w:rFonts w:ascii="Corbel" w:hAnsi="Corbel"/>
                <w:sz w:val="24"/>
              </w:rPr>
              <w:t xml:space="preserve">- przedstawienie teorii </w:t>
            </w:r>
            <w:proofErr w:type="spellStart"/>
            <w:r w:rsidRPr="00A6530A">
              <w:rPr>
                <w:rFonts w:ascii="Corbel" w:hAnsi="Corbel"/>
                <w:sz w:val="24"/>
              </w:rPr>
              <w:t>zachowań</w:t>
            </w:r>
            <w:proofErr w:type="spellEnd"/>
            <w:r w:rsidRPr="00A6530A">
              <w:rPr>
                <w:rFonts w:ascii="Corbel" w:hAnsi="Corbel"/>
                <w:sz w:val="24"/>
              </w:rPr>
              <w:t xml:space="preserve"> konsumentów, czynników kształtujących decyzje i zachowania konsumentów na rynku z uwzględnieniem specyfiki wybranych rynków zagranicznych,</w:t>
            </w:r>
          </w:p>
          <w:p w14:paraId="29F5373E" w14:textId="77777777" w:rsidR="00006FA6" w:rsidRPr="00A6530A" w:rsidRDefault="00006FA6" w:rsidP="00006F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A6530A">
              <w:rPr>
                <w:rFonts w:ascii="Corbel" w:hAnsi="Corbel"/>
                <w:sz w:val="24"/>
              </w:rPr>
              <w:t xml:space="preserve">-  analizę elementów otoczenia międzynarodowego przedsiębiorstw w kontekście pozycji klienta oraz konsekwencji orientacji przedsiębiorstwa na dążenie do satysfakcji i lojalności konsumenckiej, </w:t>
            </w:r>
          </w:p>
          <w:p w14:paraId="7448E8D7" w14:textId="6CFC2C10" w:rsidR="0085747A" w:rsidRPr="00A6530A" w:rsidRDefault="00006FA6" w:rsidP="00006F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A6530A">
              <w:rPr>
                <w:rFonts w:ascii="Corbel" w:hAnsi="Corbel"/>
                <w:sz w:val="24"/>
              </w:rPr>
              <w:t xml:space="preserve">- prezentację kluczowych czynników sukcesu podmiotów gospodarczych na rynkach międzynarodowych oraz strategii marketingowych realizowanych na rynkach międzynarodowych </w:t>
            </w:r>
          </w:p>
        </w:tc>
      </w:tr>
    </w:tbl>
    <w:p w14:paraId="63346752" w14:textId="77777777" w:rsidR="0085747A" w:rsidRPr="00A6530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C6C9F1C" w14:textId="77777777" w:rsidR="001D7B54" w:rsidRPr="00A6530A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A6530A">
        <w:rPr>
          <w:rFonts w:ascii="Corbel" w:hAnsi="Corbel"/>
          <w:b/>
          <w:sz w:val="24"/>
          <w:szCs w:val="24"/>
        </w:rPr>
        <w:t xml:space="preserve">3.2 </w:t>
      </w:r>
      <w:r w:rsidR="001D7B54" w:rsidRPr="00A6530A">
        <w:rPr>
          <w:rFonts w:ascii="Corbel" w:hAnsi="Corbel"/>
          <w:b/>
          <w:sz w:val="24"/>
          <w:szCs w:val="24"/>
        </w:rPr>
        <w:t xml:space="preserve">Efekty </w:t>
      </w:r>
      <w:r w:rsidR="00C05F44" w:rsidRPr="00A6530A">
        <w:rPr>
          <w:rFonts w:ascii="Corbel" w:hAnsi="Corbel"/>
          <w:b/>
          <w:sz w:val="24"/>
          <w:szCs w:val="24"/>
        </w:rPr>
        <w:t xml:space="preserve">uczenia się </w:t>
      </w:r>
      <w:r w:rsidR="001D7B54" w:rsidRPr="00A6530A">
        <w:rPr>
          <w:rFonts w:ascii="Corbel" w:hAnsi="Corbel"/>
          <w:b/>
          <w:sz w:val="24"/>
          <w:szCs w:val="24"/>
        </w:rPr>
        <w:t>dla przedmiotu</w:t>
      </w:r>
    </w:p>
    <w:p w14:paraId="1E20EBB6" w14:textId="77777777" w:rsidR="001D7B54" w:rsidRPr="00A6530A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2"/>
        <w:gridCol w:w="5973"/>
        <w:gridCol w:w="1865"/>
      </w:tblGrid>
      <w:tr w:rsidR="0085747A" w:rsidRPr="00A6530A" w14:paraId="07881B9F" w14:textId="77777777" w:rsidTr="006371F2">
        <w:tc>
          <w:tcPr>
            <w:tcW w:w="1682" w:type="dxa"/>
            <w:vAlign w:val="center"/>
          </w:tcPr>
          <w:p w14:paraId="6FFF6661" w14:textId="77777777" w:rsidR="0085747A" w:rsidRPr="00A6530A" w:rsidRDefault="0085747A" w:rsidP="007204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6530A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A6530A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A6530A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A6530A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3" w:type="dxa"/>
            <w:vAlign w:val="center"/>
          </w:tcPr>
          <w:p w14:paraId="34077918" w14:textId="77777777" w:rsidR="0085747A" w:rsidRPr="00A6530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A6530A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A6530A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1DBD7040" w14:textId="77777777" w:rsidR="0085747A" w:rsidRPr="00A6530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A6530A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A4489B" w:rsidRPr="00A6530A" w14:paraId="5A020B84" w14:textId="77777777" w:rsidTr="000375F0">
        <w:tc>
          <w:tcPr>
            <w:tcW w:w="1682" w:type="dxa"/>
          </w:tcPr>
          <w:p w14:paraId="46231ADE" w14:textId="1E56823E" w:rsidR="00A4489B" w:rsidRPr="00A6530A" w:rsidRDefault="00A4489B" w:rsidP="00037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EK_01</w:t>
            </w:r>
          </w:p>
        </w:tc>
        <w:tc>
          <w:tcPr>
            <w:tcW w:w="5973" w:type="dxa"/>
          </w:tcPr>
          <w:p w14:paraId="4BCA8E17" w14:textId="77777777" w:rsidR="00A4489B" w:rsidRPr="00A6530A" w:rsidRDefault="00A4489B" w:rsidP="000375F0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Charakteryzuje czynniki otoczenia międzynarodowego przedsiębiorstw oraz wielostronne relacje między nimi</w:t>
            </w:r>
          </w:p>
        </w:tc>
        <w:tc>
          <w:tcPr>
            <w:tcW w:w="1865" w:type="dxa"/>
          </w:tcPr>
          <w:p w14:paraId="34B9E139" w14:textId="77777777" w:rsidR="00A4489B" w:rsidRPr="00A6530A" w:rsidRDefault="00A4489B" w:rsidP="00110C0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="00A4489B" w:rsidRPr="00A6530A" w14:paraId="7259AF82" w14:textId="77777777" w:rsidTr="000375F0">
        <w:tc>
          <w:tcPr>
            <w:tcW w:w="1682" w:type="dxa"/>
          </w:tcPr>
          <w:p w14:paraId="1B80AF8E" w14:textId="77CF3D9E" w:rsidR="00A4489B" w:rsidRPr="00A6530A" w:rsidRDefault="00A4489B" w:rsidP="00037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EK_02</w:t>
            </w:r>
          </w:p>
        </w:tc>
        <w:tc>
          <w:tcPr>
            <w:tcW w:w="5973" w:type="dxa"/>
          </w:tcPr>
          <w:p w14:paraId="32DBA3F1" w14:textId="49B7882C" w:rsidR="00A4489B" w:rsidRPr="00A6530A" w:rsidRDefault="006C02A8" w:rsidP="000375F0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 xml:space="preserve">Rozpoznaje i określa przyczyny i skutki zmian zachodzących w ramach internacjonalizacji konsumpcji oraz trendów </w:t>
            </w:r>
          </w:p>
        </w:tc>
        <w:tc>
          <w:tcPr>
            <w:tcW w:w="1865" w:type="dxa"/>
          </w:tcPr>
          <w:p w14:paraId="2F2D27B9" w14:textId="77777777" w:rsidR="00A4489B" w:rsidRPr="00A6530A" w:rsidRDefault="00A4489B" w:rsidP="00110C0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</w:tc>
      </w:tr>
      <w:tr w:rsidR="00A4489B" w:rsidRPr="00A6530A" w14:paraId="78AEF4C7" w14:textId="77777777" w:rsidTr="000375F0">
        <w:tc>
          <w:tcPr>
            <w:tcW w:w="1682" w:type="dxa"/>
          </w:tcPr>
          <w:p w14:paraId="75AEFD1E" w14:textId="647BBFF8" w:rsidR="00A4489B" w:rsidRPr="00A6530A" w:rsidRDefault="00A4489B" w:rsidP="00037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5973" w:type="dxa"/>
          </w:tcPr>
          <w:p w14:paraId="55316182" w14:textId="2016549F" w:rsidR="00A4489B" w:rsidRPr="00A6530A" w:rsidRDefault="006C02A8" w:rsidP="000375F0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 xml:space="preserve">Określa ekonomiczne, społeczno-kulturowe, prawne, demograficzne, rynkowe i naturalne determinanty kształtujące zachowania konsumentów na </w:t>
            </w:r>
            <w:r w:rsidR="00A4489B" w:rsidRPr="00A6530A">
              <w:rPr>
                <w:rFonts w:ascii="Corbel" w:hAnsi="Corbel"/>
                <w:sz w:val="24"/>
                <w:szCs w:val="24"/>
              </w:rPr>
              <w:t xml:space="preserve">rynkach międzynarodowych </w:t>
            </w:r>
          </w:p>
        </w:tc>
        <w:tc>
          <w:tcPr>
            <w:tcW w:w="1865" w:type="dxa"/>
          </w:tcPr>
          <w:p w14:paraId="62768A92" w14:textId="77777777" w:rsidR="00A4489B" w:rsidRPr="00A6530A" w:rsidRDefault="00A4489B" w:rsidP="00110C0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A4489B" w:rsidRPr="00A6530A" w14:paraId="33974F7C" w14:textId="77777777" w:rsidTr="00E0583A">
        <w:tc>
          <w:tcPr>
            <w:tcW w:w="1682" w:type="dxa"/>
          </w:tcPr>
          <w:p w14:paraId="446D1A3D" w14:textId="34E90F6B" w:rsidR="00A4489B" w:rsidRPr="00A6530A" w:rsidRDefault="00A4489B" w:rsidP="00E0583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3" w:type="dxa"/>
          </w:tcPr>
          <w:p w14:paraId="28947253" w14:textId="77777777" w:rsidR="00A4489B" w:rsidRPr="00A6530A" w:rsidRDefault="00A4489B" w:rsidP="00E0583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Wymienia i opisuje czynniki kształtujące popyt i podaż na rynkach międzynarodowych</w:t>
            </w:r>
          </w:p>
        </w:tc>
        <w:tc>
          <w:tcPr>
            <w:tcW w:w="1865" w:type="dxa"/>
          </w:tcPr>
          <w:p w14:paraId="61F29DA9" w14:textId="77777777" w:rsidR="00A4489B" w:rsidRPr="00A6530A" w:rsidRDefault="00A4489B" w:rsidP="00110C0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A4489B" w:rsidRPr="00A6530A" w14:paraId="54D53D08" w14:textId="77777777" w:rsidTr="00E0583A">
        <w:tc>
          <w:tcPr>
            <w:tcW w:w="1682" w:type="dxa"/>
          </w:tcPr>
          <w:p w14:paraId="4ED121E3" w14:textId="07313C19" w:rsidR="00A4489B" w:rsidRPr="00A6530A" w:rsidRDefault="00A4489B" w:rsidP="00E0583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3" w:type="dxa"/>
          </w:tcPr>
          <w:p w14:paraId="480DD323" w14:textId="4C40C563" w:rsidR="00A4489B" w:rsidRPr="00A6530A" w:rsidRDefault="00A4489B" w:rsidP="00E0583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 xml:space="preserve">Wykorzystuje posiadaną wiedzę w celu kreowania skutecznych działań marketingowych </w:t>
            </w:r>
            <w:r w:rsidR="00870F5E" w:rsidRPr="00A6530A">
              <w:rPr>
                <w:rFonts w:ascii="Corbel" w:hAnsi="Corbel"/>
                <w:sz w:val="24"/>
                <w:szCs w:val="24"/>
              </w:rPr>
              <w:t xml:space="preserve">podejmowanych </w:t>
            </w:r>
            <w:r w:rsidRPr="00A6530A">
              <w:rPr>
                <w:rFonts w:ascii="Corbel" w:hAnsi="Corbel"/>
                <w:sz w:val="24"/>
                <w:szCs w:val="24"/>
              </w:rPr>
              <w:t>na rynkach międzynarodowych</w:t>
            </w:r>
          </w:p>
        </w:tc>
        <w:tc>
          <w:tcPr>
            <w:tcW w:w="1865" w:type="dxa"/>
          </w:tcPr>
          <w:p w14:paraId="5569BF1A" w14:textId="77777777" w:rsidR="00A4489B" w:rsidRPr="00A6530A" w:rsidRDefault="00A4489B" w:rsidP="00110C0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  <w:tr w:rsidR="00A4489B" w:rsidRPr="00A6530A" w14:paraId="270D0207" w14:textId="77777777" w:rsidTr="00E0583A">
        <w:tc>
          <w:tcPr>
            <w:tcW w:w="1682" w:type="dxa"/>
          </w:tcPr>
          <w:p w14:paraId="13934E06" w14:textId="25CD70AC" w:rsidR="00A4489B" w:rsidRPr="00A6530A" w:rsidRDefault="00A4489B" w:rsidP="00E05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EK_06</w:t>
            </w:r>
          </w:p>
        </w:tc>
        <w:tc>
          <w:tcPr>
            <w:tcW w:w="5973" w:type="dxa"/>
          </w:tcPr>
          <w:p w14:paraId="15250829" w14:textId="77777777" w:rsidR="00A4489B" w:rsidRPr="00A6530A" w:rsidRDefault="00A4489B" w:rsidP="00E0583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Potrafi pracować w grupie, przyjmując w niej różne role, wyszukiwać źródła informacji, dokonywać oceny ich wiarygodności, oraz współuczestniczyć w generowaniu propozycji rozwiązań problemów z zakresu doboru i kształtowania narzędzi marketingu</w:t>
            </w:r>
          </w:p>
        </w:tc>
        <w:tc>
          <w:tcPr>
            <w:tcW w:w="1865" w:type="dxa"/>
          </w:tcPr>
          <w:p w14:paraId="48B6C76A" w14:textId="77777777" w:rsidR="00A4489B" w:rsidRPr="00A6530A" w:rsidRDefault="00A4489B" w:rsidP="00110C0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</w:tc>
      </w:tr>
      <w:tr w:rsidR="00A4489B" w:rsidRPr="00A6530A" w14:paraId="58F06228" w14:textId="77777777" w:rsidTr="00E0583A">
        <w:tc>
          <w:tcPr>
            <w:tcW w:w="1682" w:type="dxa"/>
          </w:tcPr>
          <w:p w14:paraId="39139C30" w14:textId="5D2E3A3C" w:rsidR="00A4489B" w:rsidRPr="00A6530A" w:rsidRDefault="00A4489B" w:rsidP="00E05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EK_07</w:t>
            </w:r>
          </w:p>
        </w:tc>
        <w:tc>
          <w:tcPr>
            <w:tcW w:w="5973" w:type="dxa"/>
          </w:tcPr>
          <w:p w14:paraId="405BA884" w14:textId="77777777" w:rsidR="00A4489B" w:rsidRPr="00A6530A" w:rsidRDefault="00A4489B" w:rsidP="00E0583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Potrafi planować i realizować proces poszerzania zasobów wiedzy i współdziałania w tym zakresie</w:t>
            </w:r>
          </w:p>
        </w:tc>
        <w:tc>
          <w:tcPr>
            <w:tcW w:w="1865" w:type="dxa"/>
          </w:tcPr>
          <w:p w14:paraId="175CA9F2" w14:textId="77777777" w:rsidR="00A4489B" w:rsidRPr="00A6530A" w:rsidRDefault="00A4489B" w:rsidP="00110C0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>K_U12</w:t>
            </w:r>
          </w:p>
        </w:tc>
      </w:tr>
      <w:tr w:rsidR="001F6B87" w:rsidRPr="00A6530A" w14:paraId="7E4A299C" w14:textId="77777777" w:rsidTr="006371F2">
        <w:trPr>
          <w:trHeight w:val="609"/>
        </w:trPr>
        <w:tc>
          <w:tcPr>
            <w:tcW w:w="1682" w:type="dxa"/>
          </w:tcPr>
          <w:p w14:paraId="0B986A79" w14:textId="40A5DDAE" w:rsidR="001F6B87" w:rsidRPr="00A6530A" w:rsidRDefault="001F6B87" w:rsidP="001F6B8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A4489B" w:rsidRPr="00A6530A"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  <w:tc>
          <w:tcPr>
            <w:tcW w:w="5973" w:type="dxa"/>
          </w:tcPr>
          <w:p w14:paraId="713950E9" w14:textId="79379D3F" w:rsidR="001F6B87" w:rsidRPr="00A6530A" w:rsidRDefault="001F6B87" w:rsidP="001F6B87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Rozwija i doskonali metody gromadzenia, weryfikowania i analizowania informacji</w:t>
            </w:r>
          </w:p>
        </w:tc>
        <w:tc>
          <w:tcPr>
            <w:tcW w:w="1865" w:type="dxa"/>
          </w:tcPr>
          <w:p w14:paraId="3EE1FA3F" w14:textId="3A8FC6B2" w:rsidR="001F6B87" w:rsidRPr="00A6530A" w:rsidRDefault="001F6B87" w:rsidP="00110C0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</w:tbl>
    <w:p w14:paraId="33BC4745" w14:textId="77777777" w:rsidR="0085747A" w:rsidRPr="00A6530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906E6B4" w14:textId="77777777" w:rsidR="0085747A" w:rsidRPr="00A6530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A6530A">
        <w:rPr>
          <w:rFonts w:ascii="Corbel" w:hAnsi="Corbel"/>
          <w:b/>
          <w:sz w:val="24"/>
          <w:szCs w:val="24"/>
        </w:rPr>
        <w:t>3.3</w:t>
      </w:r>
      <w:r w:rsidR="0085747A" w:rsidRPr="00A6530A">
        <w:rPr>
          <w:rFonts w:ascii="Corbel" w:hAnsi="Corbel"/>
          <w:b/>
          <w:sz w:val="24"/>
          <w:szCs w:val="24"/>
        </w:rPr>
        <w:t>T</w:t>
      </w:r>
      <w:r w:rsidR="001D7B54" w:rsidRPr="00A6530A">
        <w:rPr>
          <w:rFonts w:ascii="Corbel" w:hAnsi="Corbel"/>
          <w:b/>
          <w:sz w:val="24"/>
          <w:szCs w:val="24"/>
        </w:rPr>
        <w:t xml:space="preserve">reści programowe </w:t>
      </w:r>
    </w:p>
    <w:p w14:paraId="79FE0744" w14:textId="77777777" w:rsidR="00675843" w:rsidRPr="00A6530A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0003D70A" w14:textId="77777777" w:rsidR="0085747A" w:rsidRPr="00A6530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A6530A">
        <w:rPr>
          <w:rFonts w:ascii="Corbel" w:hAnsi="Corbel"/>
          <w:sz w:val="24"/>
          <w:szCs w:val="24"/>
        </w:rPr>
        <w:lastRenderedPageBreak/>
        <w:t>Problematyka ćwiczeń audytoryjnych, konwersatoryjnych, laboratoryjnych</w:t>
      </w:r>
      <w:r w:rsidR="009F4610" w:rsidRPr="00A6530A">
        <w:rPr>
          <w:rFonts w:ascii="Corbel" w:hAnsi="Corbel"/>
          <w:sz w:val="24"/>
          <w:szCs w:val="24"/>
        </w:rPr>
        <w:t xml:space="preserve">, </w:t>
      </w:r>
      <w:r w:rsidRPr="00A6530A">
        <w:rPr>
          <w:rFonts w:ascii="Corbel" w:hAnsi="Corbel"/>
          <w:sz w:val="24"/>
          <w:szCs w:val="24"/>
        </w:rPr>
        <w:t xml:space="preserve">zajęć praktycznych </w:t>
      </w:r>
    </w:p>
    <w:p w14:paraId="2E5D4126" w14:textId="77777777" w:rsidR="0085747A" w:rsidRPr="00A6530A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6530A" w14:paraId="6D100B98" w14:textId="77777777" w:rsidTr="00617678">
        <w:tc>
          <w:tcPr>
            <w:tcW w:w="9520" w:type="dxa"/>
          </w:tcPr>
          <w:p w14:paraId="4A991038" w14:textId="77777777" w:rsidR="0085747A" w:rsidRPr="00A6530A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06FA6" w:rsidRPr="00A6530A" w14:paraId="757D8DA1" w14:textId="77777777" w:rsidTr="00617678">
        <w:tc>
          <w:tcPr>
            <w:tcW w:w="9520" w:type="dxa"/>
          </w:tcPr>
          <w:p w14:paraId="0278176F" w14:textId="77777777" w:rsidR="00006FA6" w:rsidRPr="00A6530A" w:rsidRDefault="00006FA6" w:rsidP="00006F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lang w:eastAsia="pl-PL"/>
              </w:rPr>
            </w:pPr>
            <w:r w:rsidRPr="00A6530A">
              <w:rPr>
                <w:rFonts w:ascii="Corbel" w:hAnsi="Corbel"/>
                <w:sz w:val="24"/>
                <w:lang w:eastAsia="pl-PL"/>
              </w:rPr>
              <w:t xml:space="preserve">1.Istota </w:t>
            </w:r>
            <w:proofErr w:type="spellStart"/>
            <w:r w:rsidRPr="00A6530A">
              <w:rPr>
                <w:rFonts w:ascii="Corbel" w:hAnsi="Corbel"/>
                <w:sz w:val="24"/>
                <w:lang w:eastAsia="pl-PL"/>
              </w:rPr>
              <w:t>zachowań</w:t>
            </w:r>
            <w:proofErr w:type="spellEnd"/>
            <w:r w:rsidRPr="00A6530A">
              <w:rPr>
                <w:rFonts w:ascii="Corbel" w:hAnsi="Corbel"/>
                <w:sz w:val="24"/>
                <w:lang w:eastAsia="pl-PL"/>
              </w:rPr>
              <w:t xml:space="preserve"> konsumenckich: typologia, zakres i podstawowe założenia pojęcia: konsument i zachowania konsumenta</w:t>
            </w:r>
          </w:p>
          <w:p w14:paraId="5427AC9A" w14:textId="77777777" w:rsidR="00006FA6" w:rsidRPr="00A6530A" w:rsidRDefault="00006FA6" w:rsidP="00006F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lang w:eastAsia="pl-PL"/>
              </w:rPr>
            </w:pPr>
            <w:r w:rsidRPr="00A6530A">
              <w:rPr>
                <w:rFonts w:ascii="Corbel" w:hAnsi="Corbel"/>
                <w:sz w:val="24"/>
                <w:lang w:eastAsia="pl-PL"/>
              </w:rPr>
              <w:t xml:space="preserve">2. Geneza i rozwój badań </w:t>
            </w:r>
            <w:proofErr w:type="spellStart"/>
            <w:r w:rsidRPr="00A6530A">
              <w:rPr>
                <w:rFonts w:ascii="Corbel" w:hAnsi="Corbel"/>
                <w:sz w:val="24"/>
                <w:lang w:eastAsia="pl-PL"/>
              </w:rPr>
              <w:t>zachowań</w:t>
            </w:r>
            <w:proofErr w:type="spellEnd"/>
            <w:r w:rsidRPr="00A6530A">
              <w:rPr>
                <w:rFonts w:ascii="Corbel" w:hAnsi="Corbel"/>
                <w:sz w:val="24"/>
                <w:lang w:eastAsia="pl-PL"/>
              </w:rPr>
              <w:t xml:space="preserve"> konsumentów </w:t>
            </w:r>
          </w:p>
          <w:p w14:paraId="11158164" w14:textId="77777777" w:rsidR="00006FA6" w:rsidRPr="00A6530A" w:rsidRDefault="00006FA6" w:rsidP="00006F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lang w:eastAsia="pl-PL"/>
              </w:rPr>
            </w:pPr>
            <w:r w:rsidRPr="00A6530A">
              <w:rPr>
                <w:rFonts w:ascii="Corbel" w:hAnsi="Corbel"/>
                <w:sz w:val="24"/>
                <w:lang w:eastAsia="pl-PL"/>
              </w:rPr>
              <w:t>3. Tendencje zmian w sferze konsumpcji: uwarunkowania, trendy, cechy współczesnego konsumenta</w:t>
            </w:r>
          </w:p>
          <w:p w14:paraId="0111A3F6" w14:textId="77777777" w:rsidR="00006FA6" w:rsidRPr="00A6530A" w:rsidRDefault="00006FA6" w:rsidP="00006F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lang w:eastAsia="pl-PL"/>
              </w:rPr>
            </w:pPr>
            <w:r w:rsidRPr="00A6530A">
              <w:rPr>
                <w:rFonts w:ascii="Corbel" w:hAnsi="Corbel"/>
                <w:sz w:val="24"/>
                <w:lang w:eastAsia="pl-PL"/>
              </w:rPr>
              <w:t xml:space="preserve">4. Uwarunkowania </w:t>
            </w:r>
            <w:proofErr w:type="spellStart"/>
            <w:r w:rsidRPr="00A6530A">
              <w:rPr>
                <w:rFonts w:ascii="Corbel" w:hAnsi="Corbel"/>
                <w:sz w:val="24"/>
                <w:lang w:eastAsia="pl-PL"/>
              </w:rPr>
              <w:t>zachowań</w:t>
            </w:r>
            <w:proofErr w:type="spellEnd"/>
            <w:r w:rsidRPr="00A6530A">
              <w:rPr>
                <w:rFonts w:ascii="Corbel" w:hAnsi="Corbel"/>
                <w:sz w:val="24"/>
                <w:lang w:eastAsia="pl-PL"/>
              </w:rPr>
              <w:t xml:space="preserve"> konsumentów na rynku. Otoczenie </w:t>
            </w:r>
            <w:proofErr w:type="spellStart"/>
            <w:r w:rsidRPr="00A6530A">
              <w:rPr>
                <w:rFonts w:ascii="Corbel" w:hAnsi="Corbel"/>
                <w:sz w:val="24"/>
                <w:lang w:eastAsia="pl-PL"/>
              </w:rPr>
              <w:t>ekonomiczno</w:t>
            </w:r>
            <w:proofErr w:type="spellEnd"/>
            <w:r w:rsidRPr="00A6530A">
              <w:rPr>
                <w:rFonts w:ascii="Corbel" w:hAnsi="Corbel"/>
                <w:sz w:val="24"/>
                <w:lang w:eastAsia="pl-PL"/>
              </w:rPr>
              <w:t xml:space="preserve"> – rynkowe, demograficzne, </w:t>
            </w:r>
            <w:proofErr w:type="spellStart"/>
            <w:r w:rsidRPr="00A6530A">
              <w:rPr>
                <w:rFonts w:ascii="Corbel" w:hAnsi="Corbel"/>
                <w:sz w:val="24"/>
                <w:lang w:eastAsia="pl-PL"/>
              </w:rPr>
              <w:t>społeczno</w:t>
            </w:r>
            <w:proofErr w:type="spellEnd"/>
            <w:r w:rsidRPr="00A6530A">
              <w:rPr>
                <w:rFonts w:ascii="Corbel" w:hAnsi="Corbel"/>
                <w:sz w:val="24"/>
                <w:lang w:eastAsia="pl-PL"/>
              </w:rPr>
              <w:t xml:space="preserve"> - kulturowe, polityczne, technologiczne oraz naturalne. Specyfika analizy międzynarodowego otoczenia marketingu</w:t>
            </w:r>
          </w:p>
          <w:p w14:paraId="1CCBC48C" w14:textId="77777777" w:rsidR="00006FA6" w:rsidRPr="00A6530A" w:rsidRDefault="00006FA6" w:rsidP="00006F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lang w:eastAsia="pl-PL"/>
              </w:rPr>
            </w:pPr>
            <w:r w:rsidRPr="00A6530A">
              <w:rPr>
                <w:rFonts w:ascii="Corbel" w:hAnsi="Corbel"/>
                <w:sz w:val="24"/>
                <w:lang w:eastAsia="pl-PL"/>
              </w:rPr>
              <w:t>5. Proces zakupowy na rynku międzynarodowym: etapy, rodzaje decyzji, ryzyko</w:t>
            </w:r>
          </w:p>
          <w:p w14:paraId="504000D5" w14:textId="77777777" w:rsidR="00006FA6" w:rsidRPr="00A6530A" w:rsidRDefault="00006FA6" w:rsidP="00006F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lang w:eastAsia="pl-PL"/>
              </w:rPr>
            </w:pPr>
            <w:r w:rsidRPr="00A6530A">
              <w:rPr>
                <w:rFonts w:ascii="Corbel" w:hAnsi="Corbel"/>
                <w:sz w:val="24"/>
                <w:lang w:eastAsia="pl-PL"/>
              </w:rPr>
              <w:t>6. Typologia konsumentów a decyzje rynkowe przedsiębiorstwa międzynarodowego</w:t>
            </w:r>
          </w:p>
          <w:p w14:paraId="426CC5C8" w14:textId="77777777" w:rsidR="00006FA6" w:rsidRPr="00A6530A" w:rsidRDefault="00006FA6" w:rsidP="00006F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lang w:eastAsia="pl-PL"/>
              </w:rPr>
            </w:pPr>
            <w:r w:rsidRPr="00A6530A">
              <w:rPr>
                <w:rFonts w:ascii="Corbel" w:hAnsi="Corbel"/>
                <w:sz w:val="24"/>
                <w:lang w:eastAsia="pl-PL"/>
              </w:rPr>
              <w:t xml:space="preserve">7. Cechy produktu globalnego i ich wpływ na proces decyzyjny nabywcy: akceptacja nowych produktów na rynku, </w:t>
            </w:r>
          </w:p>
          <w:p w14:paraId="61EC5615" w14:textId="77777777" w:rsidR="00006FA6" w:rsidRPr="00A6530A" w:rsidRDefault="00006FA6" w:rsidP="00006F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lang w:eastAsia="pl-PL"/>
              </w:rPr>
            </w:pPr>
            <w:r w:rsidRPr="00A6530A">
              <w:rPr>
                <w:rFonts w:ascii="Corbel" w:hAnsi="Corbel"/>
                <w:sz w:val="24"/>
                <w:lang w:eastAsia="pl-PL"/>
              </w:rPr>
              <w:t xml:space="preserve">8. Rola marki globalnej w procesie decyzyjnym nabywcy </w:t>
            </w:r>
          </w:p>
          <w:p w14:paraId="42AF47F5" w14:textId="77777777" w:rsidR="00006FA6" w:rsidRPr="00A6530A" w:rsidRDefault="00006FA6" w:rsidP="00006F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lang w:eastAsia="pl-PL"/>
              </w:rPr>
            </w:pPr>
            <w:r w:rsidRPr="00A6530A">
              <w:rPr>
                <w:rFonts w:ascii="Corbel" w:hAnsi="Corbel"/>
                <w:sz w:val="24"/>
                <w:lang w:eastAsia="pl-PL"/>
              </w:rPr>
              <w:t xml:space="preserve">9. Cena jako uwarunkowanie decyzji rynkowych konsumentów </w:t>
            </w:r>
          </w:p>
          <w:p w14:paraId="59686429" w14:textId="77777777" w:rsidR="00006FA6" w:rsidRPr="00A6530A" w:rsidRDefault="00006FA6" w:rsidP="00006F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lang w:eastAsia="pl-PL"/>
              </w:rPr>
            </w:pPr>
            <w:r w:rsidRPr="00A6530A">
              <w:rPr>
                <w:rFonts w:ascii="Corbel" w:hAnsi="Corbel"/>
                <w:sz w:val="24"/>
                <w:lang w:eastAsia="pl-PL"/>
              </w:rPr>
              <w:t xml:space="preserve">10. Postępowanie konsumenta w procesie wyboru formy dystrybucji </w:t>
            </w:r>
          </w:p>
          <w:p w14:paraId="14D750CA" w14:textId="77777777" w:rsidR="00006FA6" w:rsidRPr="00A6530A" w:rsidRDefault="00006FA6" w:rsidP="00006F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lang w:eastAsia="pl-PL"/>
              </w:rPr>
            </w:pPr>
            <w:r w:rsidRPr="00A6530A">
              <w:rPr>
                <w:rFonts w:ascii="Corbel" w:hAnsi="Corbel"/>
                <w:sz w:val="24"/>
                <w:lang w:eastAsia="pl-PL"/>
              </w:rPr>
              <w:t xml:space="preserve">11. Reakcje konsumenta na działania promocyjne na rynku globalnym </w:t>
            </w:r>
          </w:p>
          <w:p w14:paraId="23430B55" w14:textId="77777777" w:rsidR="00006FA6" w:rsidRPr="00A6530A" w:rsidRDefault="00006FA6" w:rsidP="00006F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lang w:eastAsia="pl-PL"/>
              </w:rPr>
            </w:pPr>
            <w:r w:rsidRPr="00A6530A">
              <w:rPr>
                <w:rFonts w:ascii="Corbel" w:hAnsi="Corbel"/>
                <w:sz w:val="24"/>
                <w:lang w:eastAsia="pl-PL"/>
              </w:rPr>
              <w:t xml:space="preserve">12. Tendencje zmian w </w:t>
            </w:r>
            <w:proofErr w:type="spellStart"/>
            <w:r w:rsidRPr="00A6530A">
              <w:rPr>
                <w:rFonts w:ascii="Corbel" w:hAnsi="Corbel"/>
                <w:sz w:val="24"/>
                <w:lang w:eastAsia="pl-PL"/>
              </w:rPr>
              <w:t>zachowaniach</w:t>
            </w:r>
            <w:proofErr w:type="spellEnd"/>
            <w:r w:rsidRPr="00A6530A">
              <w:rPr>
                <w:rFonts w:ascii="Corbel" w:hAnsi="Corbel"/>
                <w:sz w:val="24"/>
                <w:lang w:eastAsia="pl-PL"/>
              </w:rPr>
              <w:t xml:space="preserve"> konsumentów w ujęciu globalnym </w:t>
            </w:r>
          </w:p>
          <w:p w14:paraId="5E168D53" w14:textId="77777777" w:rsidR="00006FA6" w:rsidRPr="00A6530A" w:rsidRDefault="00006FA6" w:rsidP="00006F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lang w:eastAsia="pl-PL"/>
              </w:rPr>
            </w:pPr>
            <w:r w:rsidRPr="00A6530A">
              <w:rPr>
                <w:rFonts w:ascii="Corbel" w:hAnsi="Corbel"/>
                <w:sz w:val="24"/>
                <w:lang w:eastAsia="pl-PL"/>
              </w:rPr>
              <w:t xml:space="preserve">13. Rola międzynarodowych badań marketingowych w określaniu </w:t>
            </w:r>
            <w:proofErr w:type="spellStart"/>
            <w:r w:rsidRPr="00A6530A">
              <w:rPr>
                <w:rFonts w:ascii="Corbel" w:hAnsi="Corbel"/>
                <w:sz w:val="24"/>
                <w:lang w:eastAsia="pl-PL"/>
              </w:rPr>
              <w:t>zachowań</w:t>
            </w:r>
            <w:proofErr w:type="spellEnd"/>
            <w:r w:rsidRPr="00A6530A">
              <w:rPr>
                <w:rFonts w:ascii="Corbel" w:hAnsi="Corbel"/>
                <w:sz w:val="24"/>
                <w:lang w:eastAsia="pl-PL"/>
              </w:rPr>
              <w:t xml:space="preserve"> i postaw konsumentów w ujęciu globalnym </w:t>
            </w:r>
          </w:p>
          <w:p w14:paraId="22389401" w14:textId="77777777" w:rsidR="00006FA6" w:rsidRPr="00A6530A" w:rsidRDefault="00006FA6" w:rsidP="00006F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lang w:eastAsia="pl-PL"/>
              </w:rPr>
            </w:pPr>
            <w:r w:rsidRPr="00A6530A">
              <w:rPr>
                <w:rFonts w:ascii="Corbel" w:hAnsi="Corbel"/>
                <w:sz w:val="24"/>
                <w:lang w:eastAsia="pl-PL"/>
              </w:rPr>
              <w:t xml:space="preserve">14. Analiza segmentacyjna na rynku międzynarodowym, kryteria segmentacji, segmenty rynku (w tym </w:t>
            </w:r>
            <w:proofErr w:type="spellStart"/>
            <w:r w:rsidRPr="00A6530A">
              <w:rPr>
                <w:rFonts w:ascii="Corbel" w:hAnsi="Corbel"/>
                <w:sz w:val="24"/>
                <w:lang w:eastAsia="pl-PL"/>
              </w:rPr>
              <w:t>eurosegmenty</w:t>
            </w:r>
            <w:proofErr w:type="spellEnd"/>
            <w:r w:rsidRPr="00A6530A">
              <w:rPr>
                <w:rFonts w:ascii="Corbel" w:hAnsi="Corbel"/>
                <w:sz w:val="24"/>
                <w:lang w:eastAsia="pl-PL"/>
              </w:rPr>
              <w:t xml:space="preserve">) </w:t>
            </w:r>
          </w:p>
          <w:p w14:paraId="6F929E96" w14:textId="77777777" w:rsidR="00006FA6" w:rsidRPr="00A6530A" w:rsidRDefault="00006FA6" w:rsidP="00006F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lang w:eastAsia="pl-PL"/>
              </w:rPr>
            </w:pPr>
            <w:r w:rsidRPr="00A6530A">
              <w:rPr>
                <w:rFonts w:ascii="Corbel" w:hAnsi="Corbel"/>
                <w:sz w:val="24"/>
                <w:lang w:eastAsia="pl-PL"/>
              </w:rPr>
              <w:t xml:space="preserve">15. Analiza wybranych modelów </w:t>
            </w:r>
            <w:proofErr w:type="spellStart"/>
            <w:r w:rsidRPr="00A6530A">
              <w:rPr>
                <w:rFonts w:ascii="Corbel" w:hAnsi="Corbel"/>
                <w:sz w:val="24"/>
                <w:lang w:eastAsia="pl-PL"/>
              </w:rPr>
              <w:t>zachowań</w:t>
            </w:r>
            <w:proofErr w:type="spellEnd"/>
            <w:r w:rsidRPr="00A6530A">
              <w:rPr>
                <w:rFonts w:ascii="Corbel" w:hAnsi="Corbel"/>
                <w:sz w:val="24"/>
                <w:lang w:eastAsia="pl-PL"/>
              </w:rPr>
              <w:t xml:space="preserve"> konsumentów na rynku międzynarodowym</w:t>
            </w:r>
          </w:p>
          <w:p w14:paraId="1B99C73F" w14:textId="66DAD17B" w:rsidR="00006FA6" w:rsidRPr="00A6530A" w:rsidRDefault="00006FA6" w:rsidP="00006FA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lang w:eastAsia="pl-PL"/>
              </w:rPr>
              <w:t>16. Etnocentryzm konsumencki – założenia, miary, efekt kraju pochodzenia (analiza porównawcza w ujęciu międzynarodowym).</w:t>
            </w:r>
          </w:p>
        </w:tc>
      </w:tr>
    </w:tbl>
    <w:p w14:paraId="44BAFAC0" w14:textId="77777777" w:rsidR="0085747A" w:rsidRPr="00A6530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4327569" w14:textId="77777777" w:rsidR="0085747A" w:rsidRPr="00A6530A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A6530A">
        <w:rPr>
          <w:rFonts w:ascii="Corbel" w:hAnsi="Corbel"/>
          <w:smallCaps w:val="0"/>
          <w:szCs w:val="24"/>
        </w:rPr>
        <w:t>3.4 Metody dydaktyczne</w:t>
      </w:r>
    </w:p>
    <w:p w14:paraId="39B2C230" w14:textId="6718B068" w:rsidR="00617678" w:rsidRPr="00A6530A" w:rsidRDefault="006371F2" w:rsidP="006371F2">
      <w:pPr>
        <w:pStyle w:val="Punktygwne"/>
        <w:rPr>
          <w:rFonts w:ascii="Corbel" w:hAnsi="Corbel"/>
          <w:b w:val="0"/>
          <w:smallCaps w:val="0"/>
          <w:szCs w:val="24"/>
        </w:rPr>
      </w:pPr>
      <w:r w:rsidRPr="00A6530A">
        <w:rPr>
          <w:rFonts w:ascii="Corbel" w:hAnsi="Corbel" w:hint="eastAsia"/>
          <w:b w:val="0"/>
          <w:smallCaps w:val="0"/>
          <w:szCs w:val="24"/>
        </w:rPr>
        <w:t>Ć</w:t>
      </w:r>
      <w:r w:rsidRPr="00A6530A">
        <w:rPr>
          <w:rFonts w:ascii="Corbel" w:hAnsi="Corbel"/>
          <w:b w:val="0"/>
          <w:smallCaps w:val="0"/>
          <w:szCs w:val="24"/>
        </w:rPr>
        <w:t>wiczenia obejmuj</w:t>
      </w:r>
      <w:r w:rsidRPr="00A6530A">
        <w:rPr>
          <w:rFonts w:ascii="Corbel" w:hAnsi="Corbel" w:hint="eastAsia"/>
          <w:b w:val="0"/>
          <w:smallCaps w:val="0"/>
          <w:szCs w:val="24"/>
        </w:rPr>
        <w:t>ą</w:t>
      </w:r>
      <w:r w:rsidRPr="00A6530A">
        <w:rPr>
          <w:rFonts w:ascii="Corbel" w:hAnsi="Corbel"/>
          <w:b w:val="0"/>
          <w:smallCaps w:val="0"/>
          <w:szCs w:val="24"/>
        </w:rPr>
        <w:t xml:space="preserve"> dyskusj</w:t>
      </w:r>
      <w:r w:rsidRPr="00A6530A">
        <w:rPr>
          <w:rFonts w:ascii="Corbel" w:hAnsi="Corbel" w:hint="eastAsia"/>
          <w:b w:val="0"/>
          <w:smallCaps w:val="0"/>
          <w:szCs w:val="24"/>
        </w:rPr>
        <w:t>ę</w:t>
      </w:r>
      <w:r w:rsidRPr="00A6530A">
        <w:rPr>
          <w:rFonts w:ascii="Corbel" w:hAnsi="Corbel"/>
          <w:b w:val="0"/>
          <w:smallCaps w:val="0"/>
          <w:szCs w:val="24"/>
        </w:rPr>
        <w:t xml:space="preserve"> moderowan</w:t>
      </w:r>
      <w:r w:rsidRPr="00A6530A">
        <w:rPr>
          <w:rFonts w:ascii="Corbel" w:hAnsi="Corbel" w:hint="eastAsia"/>
          <w:b w:val="0"/>
          <w:smallCaps w:val="0"/>
          <w:szCs w:val="24"/>
        </w:rPr>
        <w:t>ą</w:t>
      </w:r>
      <w:r w:rsidRPr="00A6530A">
        <w:rPr>
          <w:rFonts w:ascii="Corbel" w:hAnsi="Corbel"/>
          <w:b w:val="0"/>
          <w:smallCaps w:val="0"/>
          <w:szCs w:val="24"/>
        </w:rPr>
        <w:t>, prezentacje multimedialne, analiz</w:t>
      </w:r>
      <w:r w:rsidRPr="00A6530A">
        <w:rPr>
          <w:rFonts w:ascii="Corbel" w:hAnsi="Corbel" w:hint="eastAsia"/>
          <w:b w:val="0"/>
          <w:smallCaps w:val="0"/>
          <w:szCs w:val="24"/>
        </w:rPr>
        <w:t>ę</w:t>
      </w:r>
      <w:r w:rsidRPr="00A6530A">
        <w:rPr>
          <w:rFonts w:ascii="Corbel" w:hAnsi="Corbel"/>
          <w:b w:val="0"/>
          <w:smallCaps w:val="0"/>
          <w:szCs w:val="24"/>
        </w:rPr>
        <w:t xml:space="preserve"> i interpretacj</w:t>
      </w:r>
      <w:r w:rsidRPr="00A6530A">
        <w:rPr>
          <w:rFonts w:ascii="Corbel" w:hAnsi="Corbel" w:hint="eastAsia"/>
          <w:b w:val="0"/>
          <w:smallCaps w:val="0"/>
          <w:szCs w:val="24"/>
        </w:rPr>
        <w:t>ę</w:t>
      </w:r>
      <w:r w:rsidRPr="00A6530A">
        <w:rPr>
          <w:rFonts w:ascii="Corbel" w:hAnsi="Corbel"/>
          <w:b w:val="0"/>
          <w:smallCaps w:val="0"/>
          <w:szCs w:val="24"/>
        </w:rPr>
        <w:t xml:space="preserve"> tekst</w:t>
      </w:r>
      <w:r w:rsidRPr="00A6530A">
        <w:rPr>
          <w:rFonts w:ascii="Corbel" w:hAnsi="Corbel" w:hint="eastAsia"/>
          <w:b w:val="0"/>
          <w:smallCaps w:val="0"/>
          <w:szCs w:val="24"/>
        </w:rPr>
        <w:t>ó</w:t>
      </w:r>
      <w:r w:rsidRPr="00A6530A">
        <w:rPr>
          <w:rFonts w:ascii="Corbel" w:hAnsi="Corbel"/>
          <w:b w:val="0"/>
          <w:smallCaps w:val="0"/>
          <w:szCs w:val="24"/>
        </w:rPr>
        <w:t xml:space="preserve">w </w:t>
      </w:r>
      <w:r w:rsidRPr="00A6530A">
        <w:rPr>
          <w:rFonts w:ascii="Corbel" w:hAnsi="Corbel" w:hint="eastAsia"/>
          <w:b w:val="0"/>
          <w:smallCaps w:val="0"/>
          <w:szCs w:val="24"/>
        </w:rPr>
        <w:t>ź</w:t>
      </w:r>
      <w:r w:rsidRPr="00A6530A">
        <w:rPr>
          <w:rFonts w:ascii="Corbel" w:hAnsi="Corbel"/>
          <w:b w:val="0"/>
          <w:smallCaps w:val="0"/>
          <w:szCs w:val="24"/>
        </w:rPr>
        <w:t>r</w:t>
      </w:r>
      <w:r w:rsidRPr="00A6530A">
        <w:rPr>
          <w:rFonts w:ascii="Corbel" w:hAnsi="Corbel" w:hint="eastAsia"/>
          <w:b w:val="0"/>
          <w:smallCaps w:val="0"/>
          <w:szCs w:val="24"/>
        </w:rPr>
        <w:t>ó</w:t>
      </w:r>
      <w:r w:rsidRPr="00A6530A">
        <w:rPr>
          <w:rFonts w:ascii="Corbel" w:hAnsi="Corbel"/>
          <w:b w:val="0"/>
          <w:smallCaps w:val="0"/>
          <w:szCs w:val="24"/>
        </w:rPr>
        <w:t>d</w:t>
      </w:r>
      <w:r w:rsidRPr="00A6530A">
        <w:rPr>
          <w:rFonts w:ascii="Corbel" w:hAnsi="Corbel" w:hint="eastAsia"/>
          <w:b w:val="0"/>
          <w:smallCaps w:val="0"/>
          <w:szCs w:val="24"/>
        </w:rPr>
        <w:t>ł</w:t>
      </w:r>
      <w:r w:rsidRPr="00A6530A">
        <w:rPr>
          <w:rFonts w:ascii="Corbel" w:hAnsi="Corbel"/>
          <w:b w:val="0"/>
          <w:smallCaps w:val="0"/>
          <w:szCs w:val="24"/>
        </w:rPr>
        <w:t>owych, analiz</w:t>
      </w:r>
      <w:r w:rsidRPr="00A6530A">
        <w:rPr>
          <w:rFonts w:ascii="Corbel" w:hAnsi="Corbel" w:hint="eastAsia"/>
          <w:b w:val="0"/>
          <w:smallCaps w:val="0"/>
          <w:szCs w:val="24"/>
        </w:rPr>
        <w:t>ę</w:t>
      </w:r>
      <w:r w:rsidRPr="00A6530A">
        <w:rPr>
          <w:rFonts w:ascii="Corbel" w:hAnsi="Corbel"/>
          <w:b w:val="0"/>
          <w:smallCaps w:val="0"/>
          <w:szCs w:val="24"/>
        </w:rPr>
        <w:t xml:space="preserve"> studium przypadku, prac</w:t>
      </w:r>
      <w:r w:rsidRPr="00A6530A">
        <w:rPr>
          <w:rFonts w:ascii="Corbel" w:hAnsi="Corbel" w:hint="eastAsia"/>
          <w:b w:val="0"/>
          <w:smallCaps w:val="0"/>
          <w:szCs w:val="24"/>
        </w:rPr>
        <w:t>ę</w:t>
      </w:r>
      <w:r w:rsidRPr="00A6530A">
        <w:rPr>
          <w:rFonts w:ascii="Corbel" w:hAnsi="Corbel"/>
          <w:b w:val="0"/>
          <w:smallCaps w:val="0"/>
          <w:szCs w:val="24"/>
        </w:rPr>
        <w:t xml:space="preserve"> zespo</w:t>
      </w:r>
      <w:r w:rsidRPr="00A6530A">
        <w:rPr>
          <w:rFonts w:ascii="Corbel" w:hAnsi="Corbel" w:hint="eastAsia"/>
          <w:b w:val="0"/>
          <w:smallCaps w:val="0"/>
          <w:szCs w:val="24"/>
        </w:rPr>
        <w:t>ł</w:t>
      </w:r>
      <w:r w:rsidRPr="00A6530A">
        <w:rPr>
          <w:rFonts w:ascii="Corbel" w:hAnsi="Corbel"/>
          <w:b w:val="0"/>
          <w:smallCaps w:val="0"/>
          <w:szCs w:val="24"/>
        </w:rPr>
        <w:t>ow</w:t>
      </w:r>
      <w:r w:rsidRPr="00A6530A">
        <w:rPr>
          <w:rFonts w:ascii="Corbel" w:hAnsi="Corbel" w:hint="eastAsia"/>
          <w:b w:val="0"/>
          <w:smallCaps w:val="0"/>
          <w:szCs w:val="24"/>
        </w:rPr>
        <w:t>ą</w:t>
      </w:r>
      <w:r w:rsidRPr="00A6530A">
        <w:rPr>
          <w:rFonts w:ascii="Corbel" w:hAnsi="Corbel"/>
          <w:b w:val="0"/>
          <w:smallCaps w:val="0"/>
          <w:szCs w:val="24"/>
        </w:rPr>
        <w:t>.</w:t>
      </w:r>
    </w:p>
    <w:p w14:paraId="3DA017DF" w14:textId="77777777" w:rsidR="0085747A" w:rsidRPr="00A6530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73BF65B" w14:textId="77777777" w:rsidR="0085747A" w:rsidRPr="00A6530A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A6530A">
        <w:rPr>
          <w:rFonts w:ascii="Corbel" w:hAnsi="Corbel"/>
          <w:smallCaps w:val="0"/>
          <w:szCs w:val="24"/>
        </w:rPr>
        <w:t xml:space="preserve">4. </w:t>
      </w:r>
      <w:r w:rsidR="0085747A" w:rsidRPr="00A6530A">
        <w:rPr>
          <w:rFonts w:ascii="Corbel" w:hAnsi="Corbel"/>
          <w:smallCaps w:val="0"/>
          <w:szCs w:val="24"/>
        </w:rPr>
        <w:t>METODY I KRYTERIA OCENY</w:t>
      </w:r>
    </w:p>
    <w:p w14:paraId="0266DC1A" w14:textId="77777777" w:rsidR="00923D7D" w:rsidRPr="00A6530A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F167928" w14:textId="77777777" w:rsidR="0085747A" w:rsidRPr="00A6530A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6530A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A6530A">
        <w:rPr>
          <w:rFonts w:ascii="Corbel" w:hAnsi="Corbel"/>
          <w:smallCaps w:val="0"/>
          <w:szCs w:val="24"/>
        </w:rPr>
        <w:t>uczenia się</w:t>
      </w:r>
    </w:p>
    <w:p w14:paraId="5C32D7B6" w14:textId="77777777" w:rsidR="0085747A" w:rsidRPr="00A6530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A6530A" w14:paraId="05D3181F" w14:textId="77777777" w:rsidTr="5318D933">
        <w:trPr>
          <w:jc w:val="center"/>
        </w:trPr>
        <w:tc>
          <w:tcPr>
            <w:tcW w:w="1962" w:type="dxa"/>
            <w:vAlign w:val="center"/>
          </w:tcPr>
          <w:p w14:paraId="258A4C57" w14:textId="77777777" w:rsidR="0085747A" w:rsidRPr="00A6530A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59F7CAC" w14:textId="77777777" w:rsidR="0085747A" w:rsidRPr="00A6530A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27EAEE0" w14:textId="77777777" w:rsidR="0085747A" w:rsidRPr="00A6530A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A653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2107796E" w14:textId="77777777" w:rsidR="00923D7D" w:rsidRPr="00A6530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6CA3153" w14:textId="77777777" w:rsidR="0085747A" w:rsidRPr="00A6530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A6530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A6530A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A4489B" w:rsidRPr="00A6530A" w14:paraId="7A18C54E" w14:textId="77777777" w:rsidTr="5318D933">
        <w:trPr>
          <w:jc w:val="center"/>
        </w:trPr>
        <w:tc>
          <w:tcPr>
            <w:tcW w:w="1962" w:type="dxa"/>
          </w:tcPr>
          <w:p w14:paraId="457FF05B" w14:textId="781651FF" w:rsidR="00A4489B" w:rsidRPr="00A6530A" w:rsidRDefault="00A4489B" w:rsidP="00A4489B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A6530A">
              <w:rPr>
                <w:rFonts w:ascii="Corbel" w:hAnsi="Corbel"/>
                <w:b w:val="0"/>
                <w:bCs/>
                <w:szCs w:val="24"/>
              </w:rPr>
              <w:t>EK_01</w:t>
            </w:r>
          </w:p>
        </w:tc>
        <w:tc>
          <w:tcPr>
            <w:tcW w:w="5441" w:type="dxa"/>
          </w:tcPr>
          <w:p w14:paraId="5834B956" w14:textId="77777777" w:rsidR="00A4489B" w:rsidRPr="00A6530A" w:rsidRDefault="00A4489B" w:rsidP="00A448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79B6EFC1" w14:textId="2EE1FB3B" w:rsidR="00A4489B" w:rsidRPr="00A6530A" w:rsidRDefault="00680A34" w:rsidP="00680A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A4489B" w:rsidRPr="00A6530A" w14:paraId="71F81E70" w14:textId="77777777" w:rsidTr="5318D933">
        <w:trPr>
          <w:jc w:val="center"/>
        </w:trPr>
        <w:tc>
          <w:tcPr>
            <w:tcW w:w="1962" w:type="dxa"/>
          </w:tcPr>
          <w:p w14:paraId="23564DD4" w14:textId="4957BE44" w:rsidR="00A4489B" w:rsidRPr="00A6530A" w:rsidRDefault="00A4489B" w:rsidP="00A4489B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A6530A">
              <w:rPr>
                <w:rFonts w:ascii="Corbel" w:hAnsi="Corbel"/>
                <w:b w:val="0"/>
                <w:bCs/>
                <w:szCs w:val="24"/>
              </w:rPr>
              <w:t>EK_02</w:t>
            </w:r>
          </w:p>
        </w:tc>
        <w:tc>
          <w:tcPr>
            <w:tcW w:w="5441" w:type="dxa"/>
          </w:tcPr>
          <w:p w14:paraId="40F487AC" w14:textId="77777777" w:rsidR="00A4489B" w:rsidRPr="00A6530A" w:rsidRDefault="00A4489B" w:rsidP="00A448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00059A2B" w14:textId="262CE6C6" w:rsidR="00A4489B" w:rsidRPr="00A6530A" w:rsidRDefault="00680A34" w:rsidP="00680A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A4489B" w:rsidRPr="00A6530A" w14:paraId="6D859AEE" w14:textId="77777777" w:rsidTr="5318D933">
        <w:trPr>
          <w:jc w:val="center"/>
        </w:trPr>
        <w:tc>
          <w:tcPr>
            <w:tcW w:w="1962" w:type="dxa"/>
          </w:tcPr>
          <w:p w14:paraId="56B49F15" w14:textId="7D4614BE" w:rsidR="00A4489B" w:rsidRPr="00A6530A" w:rsidRDefault="00A4489B" w:rsidP="00A4489B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A6530A">
              <w:rPr>
                <w:rFonts w:ascii="Corbel" w:hAnsi="Corbel"/>
                <w:b w:val="0"/>
                <w:bCs/>
                <w:szCs w:val="24"/>
              </w:rPr>
              <w:t>EK_03</w:t>
            </w:r>
          </w:p>
        </w:tc>
        <w:tc>
          <w:tcPr>
            <w:tcW w:w="5441" w:type="dxa"/>
          </w:tcPr>
          <w:p w14:paraId="6A47BBB9" w14:textId="77777777" w:rsidR="00A4489B" w:rsidRPr="00A6530A" w:rsidRDefault="00A4489B" w:rsidP="00A448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5CF992E7" w14:textId="023E202F" w:rsidR="00A4489B" w:rsidRPr="00A6530A" w:rsidRDefault="00680A34" w:rsidP="00680A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680A34" w:rsidRPr="00A6530A" w14:paraId="2C25CA33" w14:textId="77777777" w:rsidTr="5318D933">
        <w:trPr>
          <w:jc w:val="center"/>
        </w:trPr>
        <w:tc>
          <w:tcPr>
            <w:tcW w:w="1962" w:type="dxa"/>
          </w:tcPr>
          <w:p w14:paraId="07693621" w14:textId="24C9988C" w:rsidR="00680A34" w:rsidRPr="00A6530A" w:rsidRDefault="00680A34" w:rsidP="00680A34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A6530A">
              <w:rPr>
                <w:rFonts w:ascii="Corbel" w:hAnsi="Corbel"/>
                <w:b w:val="0"/>
                <w:bCs/>
                <w:smallCaps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6A4E4389" w14:textId="77777777" w:rsidR="00680A34" w:rsidRPr="00A6530A" w:rsidRDefault="00680A34" w:rsidP="00680A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5781DDC6" w14:textId="0BBB2B53" w:rsidR="00680A34" w:rsidRPr="00A6530A" w:rsidRDefault="00680A34" w:rsidP="00680A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680A34" w:rsidRPr="00A6530A" w14:paraId="00300F06" w14:textId="77777777" w:rsidTr="5318D933">
        <w:trPr>
          <w:jc w:val="center"/>
        </w:trPr>
        <w:tc>
          <w:tcPr>
            <w:tcW w:w="1962" w:type="dxa"/>
          </w:tcPr>
          <w:p w14:paraId="40CAD521" w14:textId="193F39A9" w:rsidR="00680A34" w:rsidRPr="00A6530A" w:rsidRDefault="00680A34" w:rsidP="00680A34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A6530A">
              <w:rPr>
                <w:rFonts w:ascii="Corbel" w:hAnsi="Corbel"/>
                <w:b w:val="0"/>
                <w:bCs/>
                <w:smallCaps w:val="0"/>
                <w:szCs w:val="24"/>
              </w:rPr>
              <w:t>EK_05</w:t>
            </w:r>
          </w:p>
        </w:tc>
        <w:tc>
          <w:tcPr>
            <w:tcW w:w="5441" w:type="dxa"/>
          </w:tcPr>
          <w:p w14:paraId="405F1B38" w14:textId="74A0F040" w:rsidR="00680A34" w:rsidRPr="00A6530A" w:rsidRDefault="279ABB39" w:rsidP="5318D9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00A6530A">
              <w:rPr>
                <w:rFonts w:ascii="Corbel" w:hAnsi="Corbel"/>
                <w:b w:val="0"/>
                <w:smallCaps w:val="0"/>
                <w:color w:val="000000" w:themeColor="text1"/>
              </w:rPr>
              <w:t>k</w:t>
            </w:r>
            <w:r w:rsidR="00680A34" w:rsidRPr="00A6530A">
              <w:rPr>
                <w:rFonts w:ascii="Corbel" w:hAnsi="Corbel"/>
                <w:b w:val="0"/>
                <w:smallCaps w:val="0"/>
                <w:color w:val="000000" w:themeColor="text1"/>
              </w:rPr>
              <w:t>olokwium</w:t>
            </w:r>
          </w:p>
        </w:tc>
        <w:tc>
          <w:tcPr>
            <w:tcW w:w="2117" w:type="dxa"/>
          </w:tcPr>
          <w:p w14:paraId="1BA41115" w14:textId="27187894" w:rsidR="00680A34" w:rsidRPr="00A6530A" w:rsidRDefault="00680A34" w:rsidP="00680A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680A34" w:rsidRPr="00A6530A" w14:paraId="09CA2BD3" w14:textId="77777777" w:rsidTr="5318D933">
        <w:trPr>
          <w:jc w:val="center"/>
        </w:trPr>
        <w:tc>
          <w:tcPr>
            <w:tcW w:w="1962" w:type="dxa"/>
          </w:tcPr>
          <w:p w14:paraId="4EBD1C17" w14:textId="27BFDBF7" w:rsidR="00680A34" w:rsidRPr="00A6530A" w:rsidRDefault="00680A34" w:rsidP="00680A34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A6530A">
              <w:rPr>
                <w:rFonts w:ascii="Corbel" w:hAnsi="Corbel"/>
                <w:b w:val="0"/>
                <w:bCs/>
                <w:szCs w:val="24"/>
              </w:rPr>
              <w:t>EK_06</w:t>
            </w:r>
          </w:p>
        </w:tc>
        <w:tc>
          <w:tcPr>
            <w:tcW w:w="5441" w:type="dxa"/>
          </w:tcPr>
          <w:p w14:paraId="47EB8010" w14:textId="39ED829D" w:rsidR="00680A34" w:rsidRPr="00A6530A" w:rsidRDefault="00680A34" w:rsidP="00680A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obserwacja w trakcie zajęć</w:t>
            </w:r>
          </w:p>
        </w:tc>
        <w:tc>
          <w:tcPr>
            <w:tcW w:w="2117" w:type="dxa"/>
          </w:tcPr>
          <w:p w14:paraId="309CC8A5" w14:textId="70B0BD47" w:rsidR="00680A34" w:rsidRPr="00A6530A" w:rsidRDefault="00680A34" w:rsidP="00680A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680A34" w:rsidRPr="00A6530A" w14:paraId="15A96363" w14:textId="77777777" w:rsidTr="5318D933">
        <w:trPr>
          <w:jc w:val="center"/>
        </w:trPr>
        <w:tc>
          <w:tcPr>
            <w:tcW w:w="1962" w:type="dxa"/>
          </w:tcPr>
          <w:p w14:paraId="2BFFF4E0" w14:textId="1EA2B9C7" w:rsidR="00680A34" w:rsidRPr="00A6530A" w:rsidRDefault="00680A34" w:rsidP="00680A34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A6530A">
              <w:rPr>
                <w:rFonts w:ascii="Corbel" w:hAnsi="Corbel"/>
                <w:b w:val="0"/>
                <w:bCs/>
                <w:szCs w:val="24"/>
              </w:rPr>
              <w:t>EK_07</w:t>
            </w:r>
          </w:p>
        </w:tc>
        <w:tc>
          <w:tcPr>
            <w:tcW w:w="5441" w:type="dxa"/>
          </w:tcPr>
          <w:p w14:paraId="15620A32" w14:textId="77777777" w:rsidR="00680A34" w:rsidRPr="00A6530A" w:rsidRDefault="00680A34" w:rsidP="00680A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6D2DEB51" w14:textId="4D52B037" w:rsidR="00680A34" w:rsidRPr="00A6530A" w:rsidRDefault="00680A34" w:rsidP="00680A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680A34" w:rsidRPr="00A6530A" w14:paraId="6216E499" w14:textId="77777777" w:rsidTr="5318D933">
        <w:trPr>
          <w:jc w:val="center"/>
        </w:trPr>
        <w:tc>
          <w:tcPr>
            <w:tcW w:w="1962" w:type="dxa"/>
          </w:tcPr>
          <w:p w14:paraId="0E50FE02" w14:textId="051116EF" w:rsidR="00680A34" w:rsidRPr="00A6530A" w:rsidRDefault="00680A34" w:rsidP="00680A34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A6530A">
              <w:rPr>
                <w:rFonts w:ascii="Corbel" w:hAnsi="Corbel"/>
                <w:b w:val="0"/>
                <w:bCs/>
                <w:smallCaps w:val="0"/>
                <w:szCs w:val="24"/>
              </w:rPr>
              <w:t>EK_08</w:t>
            </w:r>
          </w:p>
        </w:tc>
        <w:tc>
          <w:tcPr>
            <w:tcW w:w="5441" w:type="dxa"/>
          </w:tcPr>
          <w:p w14:paraId="542D54AA" w14:textId="40B2AD5A" w:rsidR="00680A34" w:rsidRPr="00A6530A" w:rsidRDefault="00680A34" w:rsidP="00680A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6A15D19A" w14:textId="25F08B65" w:rsidR="00680A34" w:rsidRPr="00A6530A" w:rsidRDefault="00680A34" w:rsidP="00680A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3F2259D5" w14:textId="77777777" w:rsidR="00923D7D" w:rsidRPr="00A6530A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3DD0A1C" w14:textId="77777777" w:rsidR="0085747A" w:rsidRPr="00A6530A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6530A">
        <w:rPr>
          <w:rFonts w:ascii="Corbel" w:hAnsi="Corbel"/>
          <w:smallCaps w:val="0"/>
          <w:szCs w:val="24"/>
        </w:rPr>
        <w:t xml:space="preserve">4.2 </w:t>
      </w:r>
      <w:r w:rsidR="0085747A" w:rsidRPr="00A6530A">
        <w:rPr>
          <w:rFonts w:ascii="Corbel" w:hAnsi="Corbel"/>
          <w:smallCaps w:val="0"/>
          <w:szCs w:val="24"/>
        </w:rPr>
        <w:t>Warunki zaliczenia przedmiotu (kryteria oceniania)</w:t>
      </w:r>
    </w:p>
    <w:p w14:paraId="71D9A3D1" w14:textId="77777777" w:rsidR="00923D7D" w:rsidRPr="00A6530A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6530A" w14:paraId="0908FDC0" w14:textId="77777777" w:rsidTr="35E31D63">
        <w:tc>
          <w:tcPr>
            <w:tcW w:w="9670" w:type="dxa"/>
          </w:tcPr>
          <w:p w14:paraId="6F541DD2" w14:textId="567B95DB" w:rsidR="0085747A" w:rsidRPr="00A6530A" w:rsidRDefault="5DE9B02D" w:rsidP="35E31D6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A6530A">
              <w:rPr>
                <w:rFonts w:ascii="Corbel" w:hAnsi="Corbel"/>
                <w:b w:val="0"/>
                <w:smallCaps w:val="0"/>
              </w:rPr>
              <w:t>Na ocenę końcową składa się ocena z kolokwium (90%) oraz ocena aktywności na zajęciach (10%). Warunkiem zaliczenia kolokwium jest uzyskanie minimum 51% możliwych do zdobycia punktów.</w:t>
            </w:r>
          </w:p>
        </w:tc>
      </w:tr>
    </w:tbl>
    <w:p w14:paraId="38FB56FD" w14:textId="77777777" w:rsidR="0085747A" w:rsidRPr="00A6530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D44F025" w14:textId="77777777" w:rsidR="009F4610" w:rsidRPr="00A6530A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A6530A">
        <w:rPr>
          <w:rFonts w:ascii="Corbel" w:hAnsi="Corbel"/>
          <w:b/>
          <w:sz w:val="24"/>
          <w:szCs w:val="24"/>
        </w:rPr>
        <w:t xml:space="preserve">5. </w:t>
      </w:r>
      <w:r w:rsidR="00C61DC5" w:rsidRPr="00A6530A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A6530A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A6530A">
        <w:rPr>
          <w:rFonts w:ascii="Corbel" w:hAnsi="Corbel"/>
          <w:b/>
          <w:sz w:val="24"/>
          <w:szCs w:val="24"/>
        </w:rPr>
        <w:t xml:space="preserve"> </w:t>
      </w:r>
    </w:p>
    <w:p w14:paraId="78BD72CF" w14:textId="77777777" w:rsidR="0085747A" w:rsidRPr="00A6530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A6530A" w14:paraId="4BBF087A" w14:textId="77777777" w:rsidTr="003E1941">
        <w:tc>
          <w:tcPr>
            <w:tcW w:w="4962" w:type="dxa"/>
            <w:vAlign w:val="center"/>
          </w:tcPr>
          <w:p w14:paraId="16EA7852" w14:textId="77777777" w:rsidR="0085747A" w:rsidRPr="00A6530A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6530A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A6530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A6530A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C16A4DA" w14:textId="77777777" w:rsidR="0085747A" w:rsidRPr="00A6530A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6530A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A6530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A6530A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A6530A" w14:paraId="520183F7" w14:textId="77777777" w:rsidTr="00923D7D">
        <w:tc>
          <w:tcPr>
            <w:tcW w:w="4962" w:type="dxa"/>
          </w:tcPr>
          <w:p w14:paraId="7AB4FC85" w14:textId="77777777" w:rsidR="0085747A" w:rsidRPr="00A6530A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G</w:t>
            </w:r>
            <w:r w:rsidR="0085747A" w:rsidRPr="00A6530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A6530A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A6530A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A6530A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A6530A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A6530A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A6530A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0C48701B" w14:textId="3A38191B" w:rsidR="0085747A" w:rsidRPr="00A6530A" w:rsidRDefault="00110C0F" w:rsidP="00680A3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A6530A" w14:paraId="324EBA24" w14:textId="77777777" w:rsidTr="00923D7D">
        <w:tc>
          <w:tcPr>
            <w:tcW w:w="4962" w:type="dxa"/>
          </w:tcPr>
          <w:p w14:paraId="1F307180" w14:textId="77777777" w:rsidR="00C61DC5" w:rsidRPr="00A6530A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A6530A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07EFC04" w14:textId="77777777" w:rsidR="00C61DC5" w:rsidRPr="00A6530A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4296E7FD" w14:textId="6B9E5B28" w:rsidR="00C61DC5" w:rsidRPr="00A6530A" w:rsidRDefault="006371F2" w:rsidP="00680A3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61DC5" w:rsidRPr="00A6530A" w14:paraId="0260198A" w14:textId="77777777" w:rsidTr="00923D7D">
        <w:tc>
          <w:tcPr>
            <w:tcW w:w="4962" w:type="dxa"/>
          </w:tcPr>
          <w:p w14:paraId="07AE6102" w14:textId="785BFDE8" w:rsidR="00C61DC5" w:rsidRPr="00A6530A" w:rsidRDefault="00C61DC5" w:rsidP="00680A3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A6530A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A6530A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680A34" w:rsidRPr="00A6530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A6530A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47CC442C" w14:textId="7D272C70" w:rsidR="00C61DC5" w:rsidRPr="00A6530A" w:rsidRDefault="00110C0F" w:rsidP="00680A3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92</w:t>
            </w:r>
          </w:p>
        </w:tc>
      </w:tr>
      <w:tr w:rsidR="0085747A" w:rsidRPr="00A6530A" w14:paraId="73A08678" w14:textId="77777777" w:rsidTr="00923D7D">
        <w:tc>
          <w:tcPr>
            <w:tcW w:w="4962" w:type="dxa"/>
          </w:tcPr>
          <w:p w14:paraId="3BC07689" w14:textId="77777777" w:rsidR="0085747A" w:rsidRPr="00A6530A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1903079" w14:textId="13F3FE5E" w:rsidR="0085747A" w:rsidRPr="00A6530A" w:rsidRDefault="00CA14FA" w:rsidP="00680A3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12</w:t>
            </w:r>
            <w:r w:rsidR="00617678" w:rsidRPr="00A6530A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85747A" w:rsidRPr="00A6530A" w14:paraId="6BCFFE95" w14:textId="77777777" w:rsidTr="00923D7D">
        <w:tc>
          <w:tcPr>
            <w:tcW w:w="4962" w:type="dxa"/>
          </w:tcPr>
          <w:p w14:paraId="705394BD" w14:textId="77777777" w:rsidR="0085747A" w:rsidRPr="00A6530A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A6530A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A6530A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14:paraId="517E0D45" w14:textId="1A971B63" w:rsidR="0085747A" w:rsidRPr="00A6530A" w:rsidRDefault="00CA14FA" w:rsidP="00680A3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25669743" w14:textId="77777777" w:rsidR="0085747A" w:rsidRPr="00A6530A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A6530A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A6530A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A6530A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A6530A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6BC5A600" w14:textId="77777777" w:rsidR="003E1941" w:rsidRPr="00A6530A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87E44D7" w14:textId="77777777" w:rsidR="0085747A" w:rsidRPr="00A6530A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6530A">
        <w:rPr>
          <w:rFonts w:ascii="Corbel" w:hAnsi="Corbel"/>
          <w:smallCaps w:val="0"/>
          <w:szCs w:val="24"/>
        </w:rPr>
        <w:t xml:space="preserve">6. </w:t>
      </w:r>
      <w:r w:rsidR="0085747A" w:rsidRPr="00A6530A">
        <w:rPr>
          <w:rFonts w:ascii="Corbel" w:hAnsi="Corbel"/>
          <w:smallCaps w:val="0"/>
          <w:szCs w:val="24"/>
        </w:rPr>
        <w:t>PRAKTYKI ZAWO</w:t>
      </w:r>
      <w:r w:rsidR="009D3F3B" w:rsidRPr="00A6530A">
        <w:rPr>
          <w:rFonts w:ascii="Corbel" w:hAnsi="Corbel"/>
          <w:smallCaps w:val="0"/>
          <w:szCs w:val="24"/>
        </w:rPr>
        <w:t>DOWE W RAMACH PRZEDMIOTU</w:t>
      </w:r>
    </w:p>
    <w:p w14:paraId="3F23A2E1" w14:textId="77777777" w:rsidR="0085747A" w:rsidRPr="00A6530A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24"/>
        <w:gridCol w:w="5415"/>
      </w:tblGrid>
      <w:tr w:rsidR="0085747A" w:rsidRPr="00A6530A" w14:paraId="7B788A6E" w14:textId="77777777" w:rsidTr="00870F5E">
        <w:trPr>
          <w:trHeight w:val="397"/>
        </w:trPr>
        <w:tc>
          <w:tcPr>
            <w:tcW w:w="4224" w:type="dxa"/>
          </w:tcPr>
          <w:p w14:paraId="552C631C" w14:textId="77777777" w:rsidR="0085747A" w:rsidRPr="00A6530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15" w:type="dxa"/>
          </w:tcPr>
          <w:p w14:paraId="22E30D0E" w14:textId="7C28B4AC" w:rsidR="0085747A" w:rsidRPr="00A6530A" w:rsidRDefault="00680A34" w:rsidP="00680A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A6530A" w14:paraId="13F39477" w14:textId="77777777" w:rsidTr="00870F5E">
        <w:trPr>
          <w:trHeight w:val="397"/>
        </w:trPr>
        <w:tc>
          <w:tcPr>
            <w:tcW w:w="4224" w:type="dxa"/>
          </w:tcPr>
          <w:p w14:paraId="5A638E94" w14:textId="77777777" w:rsidR="0085747A" w:rsidRPr="00A6530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15" w:type="dxa"/>
          </w:tcPr>
          <w:p w14:paraId="38619DE8" w14:textId="40A83361" w:rsidR="0085747A" w:rsidRPr="00A6530A" w:rsidRDefault="00680A34" w:rsidP="00680A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2936224" w14:textId="77777777" w:rsidR="003E1941" w:rsidRPr="00A6530A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B28A870" w14:textId="77777777" w:rsidR="0085747A" w:rsidRPr="00A6530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6530A">
        <w:rPr>
          <w:rFonts w:ascii="Corbel" w:hAnsi="Corbel"/>
          <w:smallCaps w:val="0"/>
          <w:szCs w:val="24"/>
        </w:rPr>
        <w:t xml:space="preserve">7. </w:t>
      </w:r>
      <w:r w:rsidR="0085747A" w:rsidRPr="00A6530A">
        <w:rPr>
          <w:rFonts w:ascii="Corbel" w:hAnsi="Corbel"/>
          <w:smallCaps w:val="0"/>
          <w:szCs w:val="24"/>
        </w:rPr>
        <w:t>LITERATURA</w:t>
      </w:r>
    </w:p>
    <w:p w14:paraId="11D2B4B9" w14:textId="77777777" w:rsidR="00675843" w:rsidRPr="00A6530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A6530A" w14:paraId="52B5D54C" w14:textId="77777777" w:rsidTr="0B583D89">
        <w:trPr>
          <w:trHeight w:val="397"/>
        </w:trPr>
        <w:tc>
          <w:tcPr>
            <w:tcW w:w="9639" w:type="dxa"/>
          </w:tcPr>
          <w:p w14:paraId="0E2CFBB3" w14:textId="77777777" w:rsidR="0085747A" w:rsidRPr="00A6530A" w:rsidRDefault="0085747A" w:rsidP="0056190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9A07849" w14:textId="55BE9638" w:rsidR="00006FA6" w:rsidRPr="00A6530A" w:rsidRDefault="00006FA6" w:rsidP="00680A34">
            <w:pPr>
              <w:pStyle w:val="Punktygwne"/>
              <w:numPr>
                <w:ilvl w:val="0"/>
                <w:numId w:val="3"/>
              </w:numPr>
              <w:spacing w:before="0" w:after="0"/>
              <w:ind w:left="457" w:hanging="343"/>
              <w:rPr>
                <w:rFonts w:ascii="Corbel" w:hAnsi="Corbel"/>
                <w:b w:val="0"/>
                <w:smallCaps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>M. Bartosik-</w:t>
            </w:r>
            <w:proofErr w:type="spellStart"/>
            <w:r w:rsidRPr="00A6530A">
              <w:rPr>
                <w:rFonts w:ascii="Corbel" w:hAnsi="Corbel"/>
                <w:b w:val="0"/>
                <w:smallCaps w:val="0"/>
                <w:szCs w:val="24"/>
              </w:rPr>
              <w:t>Purgat</w:t>
            </w:r>
            <w:proofErr w:type="spellEnd"/>
            <w:r w:rsidRPr="00A6530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680A34" w:rsidRPr="00A6530A">
              <w:rPr>
                <w:rFonts w:ascii="Corbel" w:hAnsi="Corbel"/>
                <w:b w:val="0"/>
                <w:smallCaps w:val="0"/>
                <w:szCs w:val="24"/>
              </w:rPr>
              <w:t xml:space="preserve">(red.) </w:t>
            </w:r>
            <w:r w:rsidRPr="00A6530A">
              <w:rPr>
                <w:rFonts w:ascii="Corbel" w:hAnsi="Corbel"/>
                <w:b w:val="0"/>
                <w:smallCaps w:val="0"/>
                <w:szCs w:val="24"/>
              </w:rPr>
              <w:t xml:space="preserve">Zachowania konsumentów: globalizacja, nowe technologie, aktualne trendy, otoczenie społeczno-kulturowe, Wydawnictwo Naukowe PWN, warszawa 2017 </w:t>
            </w:r>
          </w:p>
          <w:p w14:paraId="5B6BD421" w14:textId="7DA439A4" w:rsidR="00617678" w:rsidRPr="00A6530A" w:rsidRDefault="00720440" w:rsidP="00680A34">
            <w:pPr>
              <w:pStyle w:val="Punktygwne"/>
              <w:numPr>
                <w:ilvl w:val="0"/>
                <w:numId w:val="3"/>
              </w:numPr>
              <w:spacing w:before="0" w:after="0"/>
              <w:ind w:left="457" w:hanging="343"/>
              <w:rPr>
                <w:rFonts w:ascii="Corbel" w:hAnsi="Corbel"/>
                <w:b w:val="0"/>
                <w:smallCaps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>K. Fonfara, Marketing międzynarodowy – współczesne trendy i</w:t>
            </w:r>
            <w:r w:rsidR="00680A34" w:rsidRPr="00A6530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A6530A">
              <w:rPr>
                <w:rFonts w:ascii="Corbel" w:hAnsi="Corbel"/>
                <w:b w:val="0"/>
                <w:smallCaps w:val="0"/>
                <w:szCs w:val="24"/>
              </w:rPr>
              <w:t>praktyka, PWN, Warszawa 2014</w:t>
            </w:r>
          </w:p>
        </w:tc>
      </w:tr>
      <w:tr w:rsidR="0085747A" w:rsidRPr="00A6530A" w14:paraId="26447059" w14:textId="77777777" w:rsidTr="0B583D89">
        <w:trPr>
          <w:trHeight w:val="397"/>
        </w:trPr>
        <w:tc>
          <w:tcPr>
            <w:tcW w:w="9639" w:type="dxa"/>
          </w:tcPr>
          <w:p w14:paraId="05DD56B5" w14:textId="2B16C9FF" w:rsidR="0085747A" w:rsidRPr="00A6530A" w:rsidRDefault="0085747A" w:rsidP="001D2F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7F23A305" w14:textId="77777777" w:rsidR="00680A34" w:rsidRPr="00A6530A" w:rsidRDefault="001D2F6E" w:rsidP="00680A34">
            <w:pPr>
              <w:pStyle w:val="Punktygwne"/>
              <w:numPr>
                <w:ilvl w:val="0"/>
                <w:numId w:val="5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>A. Hauke-</w:t>
            </w:r>
            <w:proofErr w:type="spellStart"/>
            <w:r w:rsidRPr="00A6530A">
              <w:rPr>
                <w:rFonts w:ascii="Corbel" w:hAnsi="Corbel"/>
                <w:b w:val="0"/>
                <w:smallCaps w:val="0"/>
                <w:szCs w:val="24"/>
              </w:rPr>
              <w:t>Lopes</w:t>
            </w:r>
            <w:proofErr w:type="spellEnd"/>
            <w:r w:rsidRPr="00A6530A">
              <w:rPr>
                <w:rFonts w:ascii="Corbel" w:hAnsi="Corbel"/>
                <w:b w:val="0"/>
                <w:smallCaps w:val="0"/>
                <w:szCs w:val="24"/>
              </w:rPr>
              <w:t xml:space="preserve">, M. Ratajczak-Mrozek, M. </w:t>
            </w:r>
            <w:proofErr w:type="spellStart"/>
            <w:r w:rsidRPr="00A6530A">
              <w:rPr>
                <w:rFonts w:ascii="Corbel" w:hAnsi="Corbel"/>
                <w:b w:val="0"/>
                <w:smallCaps w:val="0"/>
                <w:szCs w:val="24"/>
              </w:rPr>
              <w:t>Soniewicki</w:t>
            </w:r>
            <w:proofErr w:type="spellEnd"/>
            <w:r w:rsidRPr="00A6530A">
              <w:rPr>
                <w:rFonts w:ascii="Corbel" w:hAnsi="Corbel"/>
                <w:b w:val="0"/>
                <w:smallCaps w:val="0"/>
                <w:szCs w:val="24"/>
              </w:rPr>
              <w:t xml:space="preserve">, M. Wieczerzycki, Marketing międzynarodowy - wyzwania dla przedsiębiorstw: studia przypadków i </w:t>
            </w:r>
            <w:r w:rsidR="00870F5E" w:rsidRPr="00A6530A">
              <w:rPr>
                <w:rFonts w:ascii="Corbel" w:hAnsi="Corbel"/>
                <w:b w:val="0"/>
                <w:smallCaps w:val="0"/>
                <w:szCs w:val="24"/>
              </w:rPr>
              <w:t>zadania, Uniwersytet</w:t>
            </w:r>
            <w:r w:rsidRPr="00A6530A">
              <w:rPr>
                <w:rFonts w:ascii="Corbel" w:hAnsi="Corbel"/>
                <w:b w:val="0"/>
                <w:smallCaps w:val="0"/>
                <w:szCs w:val="24"/>
              </w:rPr>
              <w:t xml:space="preserve"> Ekonomiczny w Poznaniu, 2018 </w:t>
            </w:r>
          </w:p>
          <w:p w14:paraId="583A836F" w14:textId="06252FF8" w:rsidR="00617678" w:rsidRPr="00A6530A" w:rsidRDefault="0056190C" w:rsidP="35E31D63">
            <w:pPr>
              <w:pStyle w:val="Punktygwne"/>
              <w:numPr>
                <w:ilvl w:val="0"/>
                <w:numId w:val="5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</w:rPr>
            </w:pPr>
            <w:r w:rsidRPr="00A6530A">
              <w:rPr>
                <w:rFonts w:ascii="Corbel" w:hAnsi="Corbel"/>
                <w:b w:val="0"/>
                <w:smallCaps w:val="0"/>
              </w:rPr>
              <w:t xml:space="preserve">N. M. </w:t>
            </w:r>
            <w:proofErr w:type="spellStart"/>
            <w:r w:rsidRPr="00A6530A">
              <w:rPr>
                <w:rFonts w:ascii="Corbel" w:hAnsi="Corbel"/>
                <w:b w:val="0"/>
                <w:smallCaps w:val="0"/>
              </w:rPr>
              <w:t>Pazio</w:t>
            </w:r>
            <w:proofErr w:type="spellEnd"/>
            <w:r w:rsidRPr="00A6530A">
              <w:rPr>
                <w:rFonts w:ascii="Corbel" w:hAnsi="Corbel"/>
                <w:b w:val="0"/>
                <w:smallCaps w:val="0"/>
              </w:rPr>
              <w:t xml:space="preserve">, Marketing na rynkach </w:t>
            </w:r>
            <w:proofErr w:type="spellStart"/>
            <w:r w:rsidRPr="00A6530A">
              <w:rPr>
                <w:rFonts w:ascii="Corbel" w:hAnsi="Corbel"/>
                <w:b w:val="0"/>
                <w:smallCaps w:val="0"/>
              </w:rPr>
              <w:t>międzynarodowych,Politechnika</w:t>
            </w:r>
            <w:proofErr w:type="spellEnd"/>
            <w:r w:rsidRPr="00A6530A">
              <w:rPr>
                <w:rFonts w:ascii="Corbel" w:hAnsi="Corbel"/>
                <w:b w:val="0"/>
                <w:smallCaps w:val="0"/>
              </w:rPr>
              <w:t xml:space="preserve"> Warszawska, 2016 </w:t>
            </w:r>
          </w:p>
          <w:p w14:paraId="16C6BD9A" w14:textId="5B9B2493" w:rsidR="00617678" w:rsidRPr="00A6530A" w:rsidRDefault="1B9B9A93" w:rsidP="55644E53">
            <w:pPr>
              <w:pStyle w:val="Punktygwne"/>
              <w:numPr>
                <w:ilvl w:val="0"/>
                <w:numId w:val="5"/>
              </w:numPr>
              <w:spacing w:before="0" w:after="0"/>
              <w:ind w:left="457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</w:rPr>
              <w:t xml:space="preserve">S. Dybka, Trendy w </w:t>
            </w:r>
            <w:proofErr w:type="spellStart"/>
            <w:r w:rsidRPr="00A6530A">
              <w:rPr>
                <w:rFonts w:ascii="Corbel" w:hAnsi="Corbel"/>
                <w:b w:val="0"/>
                <w:smallCaps w:val="0"/>
              </w:rPr>
              <w:t>zachowaniach</w:t>
            </w:r>
            <w:proofErr w:type="spellEnd"/>
            <w:r w:rsidRPr="00A6530A">
              <w:rPr>
                <w:rFonts w:ascii="Corbel" w:hAnsi="Corbel"/>
                <w:b w:val="0"/>
                <w:smallCaps w:val="0"/>
              </w:rPr>
              <w:t xml:space="preserve"> konsumentów jako czynnik determinujący rozwój przedsiębiorstw Studia ekonomiczne, Zeszyty naukowe Uniwersytetu Ekonomicznego w Katowicach, 2017, nr. 338, s. 81-96</w:t>
            </w:r>
          </w:p>
          <w:p w14:paraId="24C4A040" w14:textId="5D99A500" w:rsidR="00617678" w:rsidRPr="00A6530A" w:rsidRDefault="1B9B9A93" w:rsidP="0B583D89">
            <w:pPr>
              <w:pStyle w:val="Punktygwne"/>
              <w:numPr>
                <w:ilvl w:val="0"/>
                <w:numId w:val="5"/>
              </w:numPr>
              <w:spacing w:before="0" w:after="0"/>
              <w:ind w:left="457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</w:rPr>
              <w:t>S. Dybka,</w:t>
            </w:r>
            <w:r w:rsidR="52989B16" w:rsidRPr="00A6530A">
              <w:rPr>
                <w:rFonts w:ascii="Corbel" w:hAnsi="Corbel"/>
                <w:b w:val="0"/>
                <w:smallCaps w:val="0"/>
              </w:rPr>
              <w:t xml:space="preserve"> </w:t>
            </w:r>
            <w:r w:rsidRPr="00A6530A">
              <w:rPr>
                <w:rFonts w:ascii="Corbel" w:hAnsi="Corbel"/>
                <w:b w:val="0"/>
                <w:smallCaps w:val="0"/>
              </w:rPr>
              <w:t xml:space="preserve">The </w:t>
            </w:r>
            <w:proofErr w:type="spellStart"/>
            <w:r w:rsidRPr="00A6530A">
              <w:rPr>
                <w:rFonts w:ascii="Corbel" w:hAnsi="Corbel"/>
                <w:b w:val="0"/>
                <w:smallCaps w:val="0"/>
              </w:rPr>
              <w:t>importance</w:t>
            </w:r>
            <w:proofErr w:type="spellEnd"/>
            <w:r w:rsidRPr="00A6530A">
              <w:rPr>
                <w:rFonts w:ascii="Corbel" w:hAnsi="Corbel"/>
                <w:b w:val="0"/>
                <w:smallCaps w:val="0"/>
              </w:rPr>
              <w:t xml:space="preserve"> of the country of </w:t>
            </w:r>
            <w:proofErr w:type="spellStart"/>
            <w:r w:rsidRPr="00A6530A">
              <w:rPr>
                <w:rFonts w:ascii="Corbel" w:hAnsi="Corbel"/>
                <w:b w:val="0"/>
                <w:smallCaps w:val="0"/>
              </w:rPr>
              <w:t>origin</w:t>
            </w:r>
            <w:proofErr w:type="spellEnd"/>
            <w:r w:rsidRPr="00A6530A">
              <w:rPr>
                <w:rFonts w:ascii="Corbel" w:hAnsi="Corbel"/>
                <w:b w:val="0"/>
                <w:smallCaps w:val="0"/>
              </w:rPr>
              <w:t xml:space="preserve"> of the products in the </w:t>
            </w:r>
            <w:proofErr w:type="spellStart"/>
            <w:r w:rsidRPr="00A6530A">
              <w:rPr>
                <w:rFonts w:ascii="Corbel" w:hAnsi="Corbel"/>
                <w:b w:val="0"/>
                <w:smallCaps w:val="0"/>
              </w:rPr>
              <w:t>purchase</w:t>
            </w:r>
            <w:proofErr w:type="spellEnd"/>
            <w:r w:rsidRPr="00A6530A">
              <w:rPr>
                <w:rFonts w:ascii="Corbel" w:hAnsi="Corbel"/>
                <w:b w:val="0"/>
                <w:smallCaps w:val="0"/>
              </w:rPr>
              <w:t xml:space="preserve"> </w:t>
            </w:r>
            <w:proofErr w:type="spellStart"/>
            <w:r w:rsidRPr="00A6530A">
              <w:rPr>
                <w:rFonts w:ascii="Corbel" w:hAnsi="Corbel"/>
                <w:b w:val="0"/>
                <w:smallCaps w:val="0"/>
              </w:rPr>
              <w:t>decisions</w:t>
            </w:r>
            <w:proofErr w:type="spellEnd"/>
            <w:r w:rsidRPr="00A6530A">
              <w:rPr>
                <w:rFonts w:ascii="Corbel" w:hAnsi="Corbel"/>
                <w:b w:val="0"/>
                <w:smallCaps w:val="0"/>
              </w:rPr>
              <w:t xml:space="preserve"> </w:t>
            </w:r>
            <w:proofErr w:type="spellStart"/>
            <w:r w:rsidRPr="00A6530A">
              <w:rPr>
                <w:rFonts w:ascii="Corbel" w:hAnsi="Corbel"/>
                <w:b w:val="0"/>
                <w:smallCaps w:val="0"/>
              </w:rPr>
              <w:t>under</w:t>
            </w:r>
            <w:proofErr w:type="spellEnd"/>
            <w:r w:rsidRPr="00A6530A">
              <w:rPr>
                <w:rFonts w:ascii="Corbel" w:hAnsi="Corbel"/>
                <w:b w:val="0"/>
                <w:smallCaps w:val="0"/>
              </w:rPr>
              <w:t xml:space="preserve"> </w:t>
            </w:r>
            <w:proofErr w:type="spellStart"/>
            <w:r w:rsidRPr="00A6530A">
              <w:rPr>
                <w:rFonts w:ascii="Corbel" w:hAnsi="Corbel"/>
                <w:b w:val="0"/>
                <w:smallCaps w:val="0"/>
              </w:rPr>
              <w:t>globalisation</w:t>
            </w:r>
            <w:proofErr w:type="spellEnd"/>
            <w:r w:rsidRPr="00A6530A">
              <w:rPr>
                <w:rFonts w:ascii="Corbel" w:hAnsi="Corbel"/>
                <w:b w:val="0"/>
                <w:smallCaps w:val="0"/>
              </w:rPr>
              <w:t xml:space="preserve"> and </w:t>
            </w:r>
            <w:proofErr w:type="spellStart"/>
            <w:r w:rsidRPr="00A6530A">
              <w:rPr>
                <w:rFonts w:ascii="Corbel" w:hAnsi="Corbel"/>
                <w:b w:val="0"/>
                <w:smallCaps w:val="0"/>
              </w:rPr>
              <w:t>digitalistaion</w:t>
            </w:r>
            <w:proofErr w:type="spellEnd"/>
            <w:r w:rsidRPr="00A6530A">
              <w:rPr>
                <w:rFonts w:ascii="Corbel" w:hAnsi="Corbel"/>
                <w:b w:val="0"/>
                <w:smallCaps w:val="0"/>
              </w:rPr>
              <w:t xml:space="preserve"> of </w:t>
            </w:r>
            <w:proofErr w:type="spellStart"/>
            <w:r w:rsidRPr="00A6530A">
              <w:rPr>
                <w:rFonts w:ascii="Corbel" w:hAnsi="Corbel"/>
                <w:b w:val="0"/>
                <w:smallCaps w:val="0"/>
              </w:rPr>
              <w:t>consumption</w:t>
            </w:r>
            <w:proofErr w:type="spellEnd"/>
            <w:r w:rsidRPr="00A6530A">
              <w:rPr>
                <w:rFonts w:ascii="Corbel" w:hAnsi="Corbel"/>
                <w:b w:val="0"/>
                <w:smallCaps w:val="0"/>
              </w:rPr>
              <w:t xml:space="preserve">, Nierówności społeczne a wzrost gospodarczy, </w:t>
            </w:r>
            <w:r w:rsidR="6412E474" w:rsidRPr="00A6530A">
              <w:rPr>
                <w:rFonts w:ascii="Corbel" w:hAnsi="Corbel"/>
                <w:b w:val="0"/>
                <w:smallCaps w:val="0"/>
              </w:rPr>
              <w:t xml:space="preserve">2016,  </w:t>
            </w:r>
            <w:r w:rsidRPr="00A6530A">
              <w:rPr>
                <w:rFonts w:ascii="Corbel" w:hAnsi="Corbel"/>
                <w:b w:val="0"/>
                <w:smallCaps w:val="0"/>
              </w:rPr>
              <w:t>Zeszyt 45, s. 150-161.</w:t>
            </w:r>
          </w:p>
        </w:tc>
      </w:tr>
    </w:tbl>
    <w:p w14:paraId="2A96C98B" w14:textId="77777777" w:rsidR="0085747A" w:rsidRPr="00A6530A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5BEB0B6" w14:textId="77777777" w:rsidR="0085747A" w:rsidRPr="00A6530A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F8E2071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A6530A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C4AE25" w14:textId="77777777" w:rsidR="00F8005A" w:rsidRDefault="00F8005A" w:rsidP="00C16ABF">
      <w:pPr>
        <w:spacing w:after="0" w:line="240" w:lineRule="auto"/>
      </w:pPr>
      <w:r>
        <w:separator/>
      </w:r>
    </w:p>
  </w:endnote>
  <w:endnote w:type="continuationSeparator" w:id="0">
    <w:p w14:paraId="47401D86" w14:textId="77777777" w:rsidR="00F8005A" w:rsidRDefault="00F8005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FBD7AB" w14:textId="77777777" w:rsidR="00F8005A" w:rsidRDefault="00F8005A" w:rsidP="00C16ABF">
      <w:pPr>
        <w:spacing w:after="0" w:line="240" w:lineRule="auto"/>
      </w:pPr>
      <w:r>
        <w:separator/>
      </w:r>
    </w:p>
  </w:footnote>
  <w:footnote w:type="continuationSeparator" w:id="0">
    <w:p w14:paraId="69035F26" w14:textId="77777777" w:rsidR="00F8005A" w:rsidRDefault="00F8005A" w:rsidP="00C16ABF">
      <w:pPr>
        <w:spacing w:after="0" w:line="240" w:lineRule="auto"/>
      </w:pPr>
      <w:r>
        <w:continuationSeparator/>
      </w:r>
    </w:p>
  </w:footnote>
  <w:footnote w:id="1">
    <w:p w14:paraId="3DA1090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FB55A8"/>
    <w:multiLevelType w:val="hybridMultilevel"/>
    <w:tmpl w:val="8C4E23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2495925"/>
    <w:multiLevelType w:val="hybridMultilevel"/>
    <w:tmpl w:val="459CCEF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6B944F9"/>
    <w:multiLevelType w:val="hybridMultilevel"/>
    <w:tmpl w:val="81F63B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CAD6DFA"/>
    <w:multiLevelType w:val="hybridMultilevel"/>
    <w:tmpl w:val="3620F3C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6FA6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10C0F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2F6E"/>
    <w:rsid w:val="001D657B"/>
    <w:rsid w:val="001D7B54"/>
    <w:rsid w:val="001E0209"/>
    <w:rsid w:val="001F2CA2"/>
    <w:rsid w:val="001F6B87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4B37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00F8C"/>
    <w:rsid w:val="004116C1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326C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190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17678"/>
    <w:rsid w:val="00621CE1"/>
    <w:rsid w:val="00627FC9"/>
    <w:rsid w:val="006371F2"/>
    <w:rsid w:val="00647FA8"/>
    <w:rsid w:val="00650C5F"/>
    <w:rsid w:val="00654934"/>
    <w:rsid w:val="006620D9"/>
    <w:rsid w:val="006692FB"/>
    <w:rsid w:val="00671958"/>
    <w:rsid w:val="00675843"/>
    <w:rsid w:val="00680A34"/>
    <w:rsid w:val="00696477"/>
    <w:rsid w:val="006C02A8"/>
    <w:rsid w:val="006C2142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0440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70F5E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72B7E"/>
    <w:rsid w:val="00984B23"/>
    <w:rsid w:val="00991867"/>
    <w:rsid w:val="00997F14"/>
    <w:rsid w:val="009A78D9"/>
    <w:rsid w:val="009B58DF"/>
    <w:rsid w:val="009C3E31"/>
    <w:rsid w:val="009C54AE"/>
    <w:rsid w:val="009C788E"/>
    <w:rsid w:val="009D3F3B"/>
    <w:rsid w:val="009E0543"/>
    <w:rsid w:val="009E3B41"/>
    <w:rsid w:val="009F3C5C"/>
    <w:rsid w:val="009F4610"/>
    <w:rsid w:val="00A003E8"/>
    <w:rsid w:val="00A00ECC"/>
    <w:rsid w:val="00A14001"/>
    <w:rsid w:val="00A155EE"/>
    <w:rsid w:val="00A2245B"/>
    <w:rsid w:val="00A30110"/>
    <w:rsid w:val="00A36899"/>
    <w:rsid w:val="00A371F6"/>
    <w:rsid w:val="00A43BF6"/>
    <w:rsid w:val="00A4489B"/>
    <w:rsid w:val="00A53FA5"/>
    <w:rsid w:val="00A54817"/>
    <w:rsid w:val="00A601C8"/>
    <w:rsid w:val="00A60799"/>
    <w:rsid w:val="00A6530A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6C6F"/>
    <w:rsid w:val="00BB520A"/>
    <w:rsid w:val="00BC71D4"/>
    <w:rsid w:val="00BC797F"/>
    <w:rsid w:val="00BD23DB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14FA"/>
    <w:rsid w:val="00CA2B96"/>
    <w:rsid w:val="00CA5089"/>
    <w:rsid w:val="00CA56E5"/>
    <w:rsid w:val="00CD6897"/>
    <w:rsid w:val="00CE2A01"/>
    <w:rsid w:val="00CE5BAC"/>
    <w:rsid w:val="00CF25BE"/>
    <w:rsid w:val="00CF78ED"/>
    <w:rsid w:val="00D02B25"/>
    <w:rsid w:val="00D02EBA"/>
    <w:rsid w:val="00D15667"/>
    <w:rsid w:val="00D17C3C"/>
    <w:rsid w:val="00D20F12"/>
    <w:rsid w:val="00D26B2C"/>
    <w:rsid w:val="00D31694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0E0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005A"/>
    <w:rsid w:val="00F83B28"/>
    <w:rsid w:val="00F974DA"/>
    <w:rsid w:val="00FA2570"/>
    <w:rsid w:val="00FA46E5"/>
    <w:rsid w:val="00FB7DBA"/>
    <w:rsid w:val="00FC1C25"/>
    <w:rsid w:val="00FC3F45"/>
    <w:rsid w:val="00FD503F"/>
    <w:rsid w:val="00FD7589"/>
    <w:rsid w:val="00FF016A"/>
    <w:rsid w:val="00FF111F"/>
    <w:rsid w:val="00FF1401"/>
    <w:rsid w:val="00FF5E7D"/>
    <w:rsid w:val="0B583D89"/>
    <w:rsid w:val="1B9B9A93"/>
    <w:rsid w:val="279ABB39"/>
    <w:rsid w:val="35E31D63"/>
    <w:rsid w:val="3F00DC14"/>
    <w:rsid w:val="52989B16"/>
    <w:rsid w:val="5318D933"/>
    <w:rsid w:val="55644E53"/>
    <w:rsid w:val="5DE9B02D"/>
    <w:rsid w:val="6412E4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6AC93C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4590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4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63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56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81C7E0-15CF-4213-BF48-35026287EB9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C9A53BB-4920-402B-B672-EA7A7431C7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BDCDAC7-5B33-458A-ABAD-2C0E40C47B7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E95406E-5ADF-4203-BE27-095CE5AFE4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1</Pages>
  <Words>1111</Words>
  <Characters>6669</Characters>
  <Application>Microsoft Office Word</Application>
  <DocSecurity>0</DocSecurity>
  <Lines>55</Lines>
  <Paragraphs>15</Paragraphs>
  <ScaleCrop>false</ScaleCrop>
  <Company>Hewlett-Packard Company</Company>
  <LinksUpToDate>false</LinksUpToDate>
  <CharactersWithSpaces>7765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11</cp:revision>
  <cp:lastPrinted>2019-02-06T12:12:00Z</cp:lastPrinted>
  <dcterms:created xsi:type="dcterms:W3CDTF">2020-11-24T06:52:00Z</dcterms:created>
  <dcterms:modified xsi:type="dcterms:W3CDTF">2021-09-06T05:48:00Z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